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0E18FA" w:rsidRPr="00B0544D" w14:paraId="02ED73E0" w14:textId="77777777" w:rsidTr="002B3A3C">
        <w:tc>
          <w:tcPr>
            <w:tcW w:w="1311" w:type="dxa"/>
          </w:tcPr>
          <w:p w14:paraId="69175ED0" w14:textId="77777777" w:rsidR="000E18FA" w:rsidRPr="0006784D" w:rsidRDefault="000E18FA" w:rsidP="002B3A3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409D30CC" w14:textId="77777777" w:rsidR="000E18FA" w:rsidRPr="0006784D" w:rsidRDefault="000E18FA" w:rsidP="002B3A3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6965D6C7" w14:textId="77777777" w:rsidR="000E18FA" w:rsidRPr="0006784D" w:rsidRDefault="000E18FA" w:rsidP="00EA200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E18FA" w:rsidRPr="00A7044D" w14:paraId="0413AEE0" w14:textId="77777777" w:rsidTr="002B3A3C">
        <w:tc>
          <w:tcPr>
            <w:tcW w:w="1311" w:type="dxa"/>
          </w:tcPr>
          <w:p w14:paraId="6A831B35" w14:textId="77777777" w:rsidR="000E18FA" w:rsidRPr="0006784D" w:rsidRDefault="000E18FA" w:rsidP="002B3A3C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42B7C15C" w14:textId="77777777" w:rsidR="000E18FA" w:rsidRPr="002A4B69" w:rsidRDefault="000E18FA" w:rsidP="002B3A3C">
            <w:pPr>
              <w:jc w:val="center"/>
              <w:rPr>
                <w:rFonts w:ascii="Poppins" w:hAnsi="Poppins" w:cs="Poppins"/>
                <w:color w:val="000000" w:themeColor="text1"/>
                <w:sz w:val="20"/>
                <w:lang w:val="pt-BR"/>
              </w:rPr>
            </w:pPr>
            <w:proofErr w:type="spellStart"/>
            <w:r w:rsidRPr="005B6E95">
              <w:rPr>
                <w:rFonts w:ascii="Poppins" w:hAnsi="Poppins" w:cs="Poppins"/>
                <w:color w:val="000000" w:themeColor="text1"/>
                <w:sz w:val="20"/>
                <w:lang w:val="pt-BR"/>
              </w:rPr>
              <w:t>Pannello</w:t>
            </w:r>
            <w:proofErr w:type="spellEnd"/>
            <w:r w:rsidRPr="005B6E95">
              <w:rPr>
                <w:rFonts w:ascii="Poppins" w:hAnsi="Poppins" w:cs="Poppins"/>
                <w:color w:val="000000" w:themeColor="text1"/>
                <w:sz w:val="20"/>
                <w:lang w:val="pt-BR"/>
              </w:rPr>
              <w:t xml:space="preserve"> isolante Standard </w:t>
            </w:r>
            <w:proofErr w:type="spellStart"/>
            <w:r w:rsidRPr="005B6E95">
              <w:rPr>
                <w:rFonts w:ascii="Poppins" w:hAnsi="Poppins" w:cs="Poppins"/>
                <w:color w:val="000000" w:themeColor="text1"/>
                <w:sz w:val="20"/>
                <w:lang w:val="pt-BR"/>
              </w:rPr>
              <w:t>Floor</w:t>
            </w:r>
            <w:proofErr w:type="spellEnd"/>
            <w:r w:rsidRPr="005B6E95">
              <w:rPr>
                <w:rFonts w:ascii="Poppins" w:hAnsi="Poppins" w:cs="Poppins"/>
                <w:color w:val="000000" w:themeColor="text1"/>
                <w:sz w:val="20"/>
                <w:lang w:val="pt-BR"/>
              </w:rPr>
              <w:t xml:space="preserve"> </w:t>
            </w:r>
            <w:r w:rsidRPr="005B6E95">
              <w:rPr>
                <w:rFonts w:ascii="Poppins" w:hAnsi="Poppins" w:cs="Poppins"/>
                <w:color w:val="00B050"/>
                <w:sz w:val="20"/>
                <w:lang w:val="pt-BR"/>
              </w:rPr>
              <w:t>H10</w:t>
            </w:r>
            <w:r w:rsidRPr="005B6E95">
              <w:rPr>
                <w:rFonts w:ascii="Poppins" w:hAnsi="Poppins" w:cs="Poppins"/>
                <w:sz w:val="20"/>
                <w:lang w:val="pt-BR"/>
              </w:rPr>
              <w:t xml:space="preserve"> / </w:t>
            </w:r>
            <w:r w:rsidRPr="005B6E95">
              <w:rPr>
                <w:rFonts w:ascii="Poppins" w:hAnsi="Poppins" w:cs="Poppins"/>
                <w:color w:val="FF0000"/>
                <w:sz w:val="20"/>
                <w:lang w:val="pt-BR"/>
              </w:rPr>
              <w:t>H20</w:t>
            </w:r>
            <w:r w:rsidRPr="005B6E95">
              <w:rPr>
                <w:rFonts w:ascii="Poppins" w:hAnsi="Poppins" w:cs="Poppins"/>
                <w:sz w:val="20"/>
                <w:lang w:val="pt-BR"/>
              </w:rPr>
              <w:t xml:space="preserve"> / </w:t>
            </w:r>
            <w:r w:rsidRPr="005B6E95">
              <w:rPr>
                <w:rFonts w:ascii="Poppins" w:hAnsi="Poppins" w:cs="Poppins"/>
                <w:color w:val="0070C0"/>
                <w:sz w:val="20"/>
                <w:lang w:val="pt-BR"/>
              </w:rPr>
              <w:t>H30</w:t>
            </w:r>
            <w:r w:rsidRPr="005B6E95">
              <w:rPr>
                <w:rFonts w:ascii="Poppins" w:hAnsi="Poppins" w:cs="Poppins"/>
                <w:sz w:val="20"/>
                <w:lang w:val="pt-BR"/>
              </w:rPr>
              <w:t xml:space="preserve"> / </w:t>
            </w:r>
            <w:r w:rsidRPr="005B6E95">
              <w:rPr>
                <w:rFonts w:ascii="Poppins" w:hAnsi="Poppins" w:cs="Poppins"/>
                <w:color w:val="FFC000"/>
                <w:sz w:val="20"/>
                <w:lang w:val="pt-BR"/>
              </w:rPr>
              <w:t>H40</w:t>
            </w:r>
            <w:r w:rsidRPr="005B6E95">
              <w:rPr>
                <w:rFonts w:ascii="Poppins" w:hAnsi="Poppins" w:cs="Poppins"/>
                <w:sz w:val="20"/>
                <w:lang w:val="pt-BR"/>
              </w:rPr>
              <w:t xml:space="preserve"> / </w:t>
            </w:r>
            <w:r w:rsidRPr="005B6E95">
              <w:rPr>
                <w:rFonts w:ascii="Poppins" w:hAnsi="Poppins" w:cs="Poppins"/>
                <w:color w:val="7030A0"/>
                <w:sz w:val="20"/>
                <w:lang w:val="pt-BR"/>
              </w:rPr>
              <w:t>H50</w:t>
            </w:r>
            <w:r w:rsidRPr="005B6E95">
              <w:rPr>
                <w:rFonts w:ascii="Poppins" w:hAnsi="Poppins" w:cs="Poppins"/>
                <w:sz w:val="20"/>
                <w:lang w:val="pt-BR"/>
              </w:rPr>
              <w:t xml:space="preserve"> / </w:t>
            </w:r>
            <w:r w:rsidRPr="005B6E95">
              <w:rPr>
                <w:rFonts w:ascii="Poppins" w:hAnsi="Poppins" w:cs="Poppins"/>
                <w:color w:val="C45911" w:themeColor="accent2" w:themeShade="BF"/>
                <w:sz w:val="20"/>
                <w:lang w:val="pt-BR"/>
              </w:rPr>
              <w:t>H60</w:t>
            </w:r>
            <w:r w:rsidRPr="005B6E95">
              <w:rPr>
                <w:rFonts w:ascii="Poppins" w:hAnsi="Poppins" w:cs="Poppins"/>
                <w:sz w:val="20"/>
                <w:lang w:val="pt-BR"/>
              </w:rPr>
              <w:t xml:space="preserve"> </w:t>
            </w:r>
            <w:proofErr w:type="spellStart"/>
            <w:r w:rsidRPr="005B6E95">
              <w:rPr>
                <w:rFonts w:ascii="Poppins" w:hAnsi="Poppins" w:cs="Poppins"/>
                <w:sz w:val="20"/>
                <w:lang w:val="pt-BR"/>
              </w:rPr>
              <w:t>con</w:t>
            </w:r>
            <w:proofErr w:type="spellEnd"/>
            <w:r w:rsidRPr="005B6E95">
              <w:rPr>
                <w:rFonts w:ascii="Poppins" w:hAnsi="Poppins" w:cs="Poppins"/>
                <w:sz w:val="20"/>
                <w:lang w:val="pt-BR"/>
              </w:rPr>
              <w:t xml:space="preserve"> </w:t>
            </w:r>
            <w:proofErr w:type="spellStart"/>
            <w:r w:rsidRPr="005B6E95">
              <w:rPr>
                <w:rFonts w:ascii="Poppins" w:hAnsi="Poppins" w:cs="Poppins"/>
                <w:sz w:val="20"/>
                <w:lang w:val="pt-BR"/>
              </w:rPr>
              <w:t>tubazione</w:t>
            </w:r>
            <w:proofErr w:type="spellEnd"/>
            <w:r w:rsidRPr="005B6E95">
              <w:rPr>
                <w:rFonts w:ascii="Poppins" w:hAnsi="Poppins" w:cs="Poppins"/>
                <w:sz w:val="20"/>
                <w:lang w:val="pt-BR"/>
              </w:rPr>
              <w:t xml:space="preserve"> </w:t>
            </w:r>
            <w:proofErr w:type="spellStart"/>
            <w:r w:rsidRPr="005B6E95">
              <w:rPr>
                <w:rFonts w:ascii="Poppins" w:hAnsi="Poppins" w:cs="Poppins"/>
                <w:color w:val="00B050"/>
                <w:sz w:val="20"/>
                <w:lang w:val="pt-BR"/>
              </w:rPr>
              <w:t>Alpert</w:t>
            </w:r>
            <w:proofErr w:type="spellEnd"/>
            <w:r w:rsidRPr="005B6E95">
              <w:rPr>
                <w:rFonts w:ascii="Poppins" w:hAnsi="Poppins" w:cs="Poppins"/>
                <w:color w:val="00B050"/>
                <w:sz w:val="20"/>
                <w:lang w:val="pt-BR"/>
              </w:rPr>
              <w:t xml:space="preserve"> 16x2</w:t>
            </w:r>
            <w:r w:rsidRPr="005B6E95">
              <w:rPr>
                <w:rFonts w:ascii="Poppins" w:hAnsi="Poppins" w:cs="Poppins"/>
                <w:sz w:val="20"/>
                <w:lang w:val="pt-BR"/>
              </w:rPr>
              <w:t xml:space="preserve"> / </w:t>
            </w:r>
            <w:r w:rsidRPr="005B6E95">
              <w:rPr>
                <w:rFonts w:ascii="Poppins" w:hAnsi="Poppins" w:cs="Poppins"/>
                <w:color w:val="FF0000"/>
                <w:sz w:val="20"/>
                <w:lang w:val="pt-BR"/>
              </w:rPr>
              <w:t>PE-</w:t>
            </w:r>
            <w:proofErr w:type="spellStart"/>
            <w:r w:rsidRPr="005B6E95">
              <w:rPr>
                <w:rFonts w:ascii="Poppins" w:hAnsi="Poppins" w:cs="Poppins"/>
                <w:color w:val="FF0000"/>
                <w:sz w:val="20"/>
                <w:lang w:val="pt-BR"/>
              </w:rPr>
              <w:t>Xa</w:t>
            </w:r>
            <w:proofErr w:type="spellEnd"/>
            <w:r w:rsidRPr="005B6E95">
              <w:rPr>
                <w:rFonts w:ascii="Poppins" w:hAnsi="Poppins" w:cs="Poppins"/>
                <w:color w:val="FF0000"/>
                <w:sz w:val="20"/>
                <w:lang w:val="pt-BR"/>
              </w:rPr>
              <w:t xml:space="preserve"> 17x2 </w:t>
            </w:r>
            <w:r w:rsidRPr="005B6E95">
              <w:rPr>
                <w:rFonts w:ascii="Poppins" w:hAnsi="Poppins" w:cs="Poppins"/>
                <w:color w:val="000000" w:themeColor="text1"/>
                <w:sz w:val="20"/>
                <w:lang w:val="pt-BR"/>
              </w:rPr>
              <w:t xml:space="preserve">/ </w:t>
            </w:r>
            <w:r w:rsidRPr="005B6E95">
              <w:rPr>
                <w:rFonts w:ascii="Poppins" w:hAnsi="Poppins" w:cs="Poppins"/>
                <w:color w:val="0070C0"/>
                <w:sz w:val="20"/>
                <w:lang w:val="pt-BR"/>
              </w:rPr>
              <w:t>PE-</w:t>
            </w:r>
            <w:proofErr w:type="spellStart"/>
            <w:r w:rsidRPr="005B6E95">
              <w:rPr>
                <w:rFonts w:ascii="Poppins" w:hAnsi="Poppins" w:cs="Poppins"/>
                <w:color w:val="0070C0"/>
                <w:sz w:val="20"/>
                <w:lang w:val="pt-BR"/>
              </w:rPr>
              <w:t>Xc</w:t>
            </w:r>
            <w:proofErr w:type="spellEnd"/>
            <w:r>
              <w:rPr>
                <w:rFonts w:ascii="Poppins" w:hAnsi="Poppins" w:cs="Poppins"/>
                <w:color w:val="0070C0"/>
                <w:sz w:val="20"/>
                <w:lang w:val="pt-BR"/>
              </w:rPr>
              <w:t xml:space="preserve"> </w:t>
            </w:r>
            <w:r w:rsidRPr="005B6E95">
              <w:rPr>
                <w:rFonts w:ascii="Poppins" w:hAnsi="Poppins" w:cs="Poppins"/>
                <w:color w:val="0070C0"/>
                <w:sz w:val="20"/>
                <w:lang w:val="pt-BR"/>
              </w:rPr>
              <w:t>17x2</w:t>
            </w:r>
            <w:r>
              <w:rPr>
                <w:rFonts w:ascii="Poppins" w:hAnsi="Poppins" w:cs="Poppins"/>
                <w:color w:val="0070C0"/>
                <w:sz w:val="20"/>
                <w:lang w:val="pt-BR"/>
              </w:rPr>
              <w:t xml:space="preserve"> </w:t>
            </w:r>
            <w:r w:rsidRPr="002A4B69">
              <w:rPr>
                <w:rFonts w:ascii="Poppins" w:hAnsi="Poppins" w:cs="Poppins"/>
                <w:sz w:val="20"/>
                <w:lang w:val="pt-BR"/>
              </w:rPr>
              <w:t xml:space="preserve">/ </w:t>
            </w:r>
            <w:r w:rsidRPr="002A4B69">
              <w:rPr>
                <w:rFonts w:ascii="Poppins" w:hAnsi="Poppins" w:cs="Poppins"/>
                <w:color w:val="FFC000"/>
                <w:sz w:val="20"/>
                <w:lang w:val="pt-BR"/>
              </w:rPr>
              <w:t>PE-RT 17</w:t>
            </w:r>
            <w:r>
              <w:rPr>
                <w:rFonts w:ascii="Poppins" w:hAnsi="Poppins" w:cs="Poppins"/>
                <w:color w:val="FFC000"/>
                <w:sz w:val="20"/>
                <w:lang w:val="pt-BR"/>
              </w:rPr>
              <w:t>x</w:t>
            </w:r>
            <w:r w:rsidRPr="002A4B69">
              <w:rPr>
                <w:rFonts w:ascii="Poppins" w:hAnsi="Poppins" w:cs="Poppins"/>
                <w:color w:val="FFC000"/>
                <w:sz w:val="20"/>
                <w:lang w:val="pt-BR"/>
              </w:rPr>
              <w:t>2</w:t>
            </w:r>
          </w:p>
        </w:tc>
        <w:tc>
          <w:tcPr>
            <w:tcW w:w="6101" w:type="dxa"/>
          </w:tcPr>
          <w:p w14:paraId="1E81AFA1" w14:textId="77777777" w:rsidR="000E18FA" w:rsidRPr="0006784D" w:rsidRDefault="000E18FA" w:rsidP="00EA200D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Sistema di riscaldamento/raffrescamento a pavimento con posa dei tubi a serpentino.</w:t>
            </w:r>
          </w:p>
          <w:p w14:paraId="703B78B8" w14:textId="77777777" w:rsidR="000E18FA" w:rsidRPr="0006784D" w:rsidRDefault="000E18FA" w:rsidP="00EA200D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 xml:space="preserve"> </w:t>
            </w:r>
          </w:p>
          <w:p w14:paraId="349324C1" w14:textId="77777777" w:rsidR="000E18FA" w:rsidRPr="0006784D" w:rsidRDefault="000E18FA" w:rsidP="00EA200D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Il sistema è costituito da:</w:t>
            </w:r>
          </w:p>
          <w:p w14:paraId="0BF5C7F9" w14:textId="77777777" w:rsidR="000E18FA" w:rsidRPr="0006784D" w:rsidRDefault="000E18FA" w:rsidP="00EA200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06784D">
              <w:rPr>
                <w:rFonts w:ascii="Poppins" w:hAnsi="Poppins" w:cs="Poppins"/>
              </w:rPr>
              <w:t xml:space="preserve">Pannello isolante in polietilene espanso (EPS) stampato </w:t>
            </w:r>
            <w:r w:rsidRPr="0006784D">
              <w:rPr>
                <w:rFonts w:ascii="Poppins" w:hAnsi="Poppins" w:cs="Poppins"/>
                <w:color w:val="000000" w:themeColor="text1"/>
              </w:rPr>
              <w:t xml:space="preserve">Standard </w:t>
            </w:r>
            <w:proofErr w:type="spellStart"/>
            <w:r w:rsidRPr="0006784D">
              <w:rPr>
                <w:rFonts w:ascii="Poppins" w:hAnsi="Poppins" w:cs="Poppins"/>
                <w:color w:val="000000" w:themeColor="text1"/>
              </w:rPr>
              <w:t>Floor</w:t>
            </w:r>
            <w:proofErr w:type="spellEnd"/>
            <w:r w:rsidRPr="0006784D">
              <w:rPr>
                <w:rFonts w:ascii="Poppins" w:hAnsi="Poppins" w:cs="Poppins"/>
                <w:color w:val="000000" w:themeColor="text1"/>
              </w:rPr>
              <w:t xml:space="preserve"> </w:t>
            </w:r>
            <w:r w:rsidRPr="0006784D">
              <w:rPr>
                <w:rFonts w:ascii="Poppins" w:hAnsi="Poppins" w:cs="Poppins"/>
                <w:color w:val="00B050"/>
              </w:rPr>
              <w:t>H10</w:t>
            </w:r>
            <w:r w:rsidRPr="0006784D">
              <w:rPr>
                <w:rFonts w:ascii="Poppins" w:hAnsi="Poppins" w:cs="Poppins"/>
              </w:rPr>
              <w:t xml:space="preserve"> / </w:t>
            </w:r>
            <w:r w:rsidRPr="0006784D">
              <w:rPr>
                <w:rFonts w:ascii="Poppins" w:hAnsi="Poppins" w:cs="Poppins"/>
                <w:color w:val="FF0000"/>
              </w:rPr>
              <w:t>H20</w:t>
            </w:r>
            <w:r w:rsidRPr="0006784D">
              <w:rPr>
                <w:rFonts w:ascii="Poppins" w:hAnsi="Poppins" w:cs="Poppins"/>
              </w:rPr>
              <w:t xml:space="preserve"> / </w:t>
            </w:r>
            <w:r w:rsidRPr="0006784D">
              <w:rPr>
                <w:rFonts w:ascii="Poppins" w:hAnsi="Poppins" w:cs="Poppins"/>
                <w:color w:val="0070C0"/>
              </w:rPr>
              <w:t>H30</w:t>
            </w:r>
            <w:r w:rsidRPr="0006784D">
              <w:rPr>
                <w:rFonts w:ascii="Poppins" w:hAnsi="Poppins" w:cs="Poppins"/>
              </w:rPr>
              <w:t xml:space="preserve"> / </w:t>
            </w:r>
            <w:r w:rsidRPr="0006784D">
              <w:rPr>
                <w:rFonts w:ascii="Poppins" w:hAnsi="Poppins" w:cs="Poppins"/>
                <w:color w:val="FFC000"/>
              </w:rPr>
              <w:t>H40</w:t>
            </w:r>
            <w:r w:rsidRPr="0006784D">
              <w:rPr>
                <w:rFonts w:ascii="Poppins" w:hAnsi="Poppins" w:cs="Poppins"/>
              </w:rPr>
              <w:t xml:space="preserve"> / </w:t>
            </w:r>
            <w:r w:rsidRPr="0006784D">
              <w:rPr>
                <w:rFonts w:ascii="Poppins" w:hAnsi="Poppins" w:cs="Poppins"/>
                <w:color w:val="7030A0"/>
              </w:rPr>
              <w:t>H50</w:t>
            </w:r>
            <w:r w:rsidRPr="0006784D">
              <w:rPr>
                <w:rFonts w:ascii="Poppins" w:hAnsi="Poppins" w:cs="Poppins"/>
              </w:rPr>
              <w:t xml:space="preserve"> / </w:t>
            </w:r>
            <w:r w:rsidRPr="0006784D">
              <w:rPr>
                <w:rFonts w:ascii="Poppins" w:hAnsi="Poppins" w:cs="Poppins"/>
                <w:color w:val="C45911" w:themeColor="accent2" w:themeShade="BF"/>
              </w:rPr>
              <w:t>H60</w:t>
            </w:r>
            <w:r w:rsidRPr="0006784D">
              <w:rPr>
                <w:rFonts w:ascii="Poppins" w:hAnsi="Poppins" w:cs="Poppins"/>
              </w:rPr>
              <w:t xml:space="preserve"> per isolamento termico per tubo 16x2 e 17x2 con superficie a bugne ed incastri cilindrici, rivestito da un film termoformato, con accoppiamento a caldo, in polistirene rigido spessore 0,16 mm. Passo tubi 5 cm.</w:t>
            </w:r>
          </w:p>
          <w:p w14:paraId="6F055659" w14:textId="77777777" w:rsidR="000E18FA" w:rsidRPr="0006784D" w:rsidRDefault="000E18FA" w:rsidP="00EA200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06784D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3ACE8BB2" w14:textId="77777777" w:rsidR="000E18FA" w:rsidRPr="0006784D" w:rsidRDefault="000E18FA" w:rsidP="00EA200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06784D">
              <w:rPr>
                <w:rFonts w:ascii="Poppins" w:hAnsi="Poppins" w:cs="Poppins"/>
              </w:rPr>
              <w:t xml:space="preserve">Tubazioni </w:t>
            </w:r>
            <w:proofErr w:type="spellStart"/>
            <w:r w:rsidRPr="0006784D">
              <w:rPr>
                <w:rFonts w:ascii="Poppins" w:hAnsi="Poppins" w:cs="Poppins"/>
                <w:color w:val="00B050"/>
              </w:rPr>
              <w:t>Alpert</w:t>
            </w:r>
            <w:proofErr w:type="spellEnd"/>
            <w:r w:rsidRPr="0006784D">
              <w:rPr>
                <w:rFonts w:ascii="Poppins" w:hAnsi="Poppins" w:cs="Poppins"/>
                <w:color w:val="00B050"/>
              </w:rPr>
              <w:t xml:space="preserve"> 16x2</w:t>
            </w:r>
            <w:r w:rsidRPr="0006784D">
              <w:rPr>
                <w:rFonts w:ascii="Poppins" w:hAnsi="Poppins" w:cs="Poppins"/>
              </w:rPr>
              <w:t xml:space="preserve"> / </w:t>
            </w:r>
            <w:r w:rsidRPr="0006784D">
              <w:rPr>
                <w:rFonts w:ascii="Poppins" w:hAnsi="Poppins" w:cs="Poppins"/>
                <w:color w:val="FF0000"/>
              </w:rPr>
              <w:t>PE-</w:t>
            </w:r>
            <w:proofErr w:type="spellStart"/>
            <w:r w:rsidRPr="0006784D">
              <w:rPr>
                <w:rFonts w:ascii="Poppins" w:hAnsi="Poppins" w:cs="Poppins"/>
                <w:color w:val="FF0000"/>
              </w:rPr>
              <w:t>Xa</w:t>
            </w:r>
            <w:proofErr w:type="spellEnd"/>
            <w:r w:rsidRPr="0006784D">
              <w:rPr>
                <w:rFonts w:ascii="Poppins" w:hAnsi="Poppins" w:cs="Poppins"/>
                <w:color w:val="FF0000"/>
              </w:rPr>
              <w:t xml:space="preserve"> 17x2 </w:t>
            </w:r>
            <w:r w:rsidRPr="0006784D">
              <w:rPr>
                <w:rFonts w:ascii="Poppins" w:hAnsi="Poppins" w:cs="Poppins"/>
                <w:color w:val="000000" w:themeColor="text1"/>
              </w:rPr>
              <w:t xml:space="preserve">/ </w:t>
            </w:r>
            <w:r w:rsidRPr="0006784D">
              <w:rPr>
                <w:rFonts w:ascii="Poppins" w:hAnsi="Poppins" w:cs="Poppins"/>
                <w:color w:val="0070C0"/>
              </w:rPr>
              <w:t>PE-</w:t>
            </w:r>
            <w:proofErr w:type="spellStart"/>
            <w:r w:rsidRPr="0006784D">
              <w:rPr>
                <w:rFonts w:ascii="Poppins" w:hAnsi="Poppins" w:cs="Poppins"/>
                <w:color w:val="0070C0"/>
              </w:rPr>
              <w:t>Xc</w:t>
            </w:r>
            <w:proofErr w:type="spellEnd"/>
            <w:r w:rsidRPr="0006784D">
              <w:rPr>
                <w:rFonts w:ascii="Poppins" w:hAnsi="Poppins" w:cs="Poppins"/>
                <w:color w:val="0070C0"/>
              </w:rPr>
              <w:t xml:space="preserve"> 17x2</w:t>
            </w:r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2A4B69">
              <w:rPr>
                <w:rFonts w:ascii="Poppins" w:hAnsi="Poppins" w:cs="Poppins"/>
              </w:rPr>
              <w:t xml:space="preserve">/ </w:t>
            </w:r>
            <w:r w:rsidRPr="002A4B69">
              <w:rPr>
                <w:rFonts w:ascii="Poppins" w:hAnsi="Poppins" w:cs="Poppins"/>
                <w:color w:val="FFC000"/>
              </w:rPr>
              <w:t>PE-RT 17</w:t>
            </w:r>
            <w:r>
              <w:rPr>
                <w:rFonts w:ascii="Poppins" w:hAnsi="Poppins" w:cs="Poppins"/>
                <w:color w:val="FFC000"/>
              </w:rPr>
              <w:t>x</w:t>
            </w:r>
            <w:r w:rsidRPr="002A4B69">
              <w:rPr>
                <w:rFonts w:ascii="Poppins" w:hAnsi="Poppins" w:cs="Poppins"/>
                <w:color w:val="FFC000"/>
              </w:rPr>
              <w:t>2</w:t>
            </w:r>
          </w:p>
          <w:p w14:paraId="20D1ECC7" w14:textId="77777777" w:rsidR="000E18FA" w:rsidRPr="0006784D" w:rsidRDefault="000E18FA" w:rsidP="00EA200D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06784D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30756237" w14:textId="77777777" w:rsidR="000E18FA" w:rsidRDefault="000E18FA" w:rsidP="00EA200D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06784D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22459C3E" w14:textId="77777777" w:rsidR="000E18FA" w:rsidRPr="005501A7" w:rsidRDefault="000E18FA" w:rsidP="00EA200D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387BC34" w14:textId="77777777" w:rsidR="000E18FA" w:rsidRPr="0006784D" w:rsidRDefault="000E18FA" w:rsidP="00EA200D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694C143E" w14:textId="77777777" w:rsidR="000E18FA" w:rsidRPr="0006784D" w:rsidRDefault="000E18FA" w:rsidP="00EA200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6B18A4F" w14:textId="77777777" w:rsidR="000E18FA" w:rsidRPr="002A4B69" w:rsidRDefault="000E18FA" w:rsidP="00EA200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2A4B69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Pr="002A4B69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Pannello isolante Standard </w:t>
            </w:r>
            <w:proofErr w:type="spellStart"/>
            <w:r w:rsidRPr="002A4B69">
              <w:rPr>
                <w:rFonts w:ascii="Poppins" w:hAnsi="Poppins" w:cs="Poppins"/>
                <w:b/>
                <w:color w:val="000000" w:themeColor="text1"/>
                <w:sz w:val="20"/>
              </w:rPr>
              <w:t>Floor</w:t>
            </w:r>
            <w:proofErr w:type="spellEnd"/>
            <w:r w:rsidRPr="002A4B69">
              <w:rPr>
                <w:rFonts w:ascii="Poppins" w:hAnsi="Poppins" w:cs="Poppins"/>
                <w:b/>
                <w:color w:val="00B050"/>
                <w:sz w:val="20"/>
              </w:rPr>
              <w:t xml:space="preserve"> H10</w:t>
            </w:r>
            <w:r w:rsidRPr="002A4B69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2A4B69">
              <w:rPr>
                <w:rFonts w:ascii="Poppins" w:hAnsi="Poppins" w:cs="Poppins"/>
                <w:b/>
                <w:color w:val="FF0000"/>
                <w:sz w:val="20"/>
              </w:rPr>
              <w:t>H20</w:t>
            </w:r>
            <w:r w:rsidRPr="002A4B69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2A4B69">
              <w:rPr>
                <w:rFonts w:ascii="Poppins" w:hAnsi="Poppins" w:cs="Poppins"/>
                <w:b/>
                <w:color w:val="0070C0"/>
                <w:sz w:val="20"/>
              </w:rPr>
              <w:t>H30</w:t>
            </w:r>
            <w:r w:rsidRPr="002A4B69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2A4B69">
              <w:rPr>
                <w:rFonts w:ascii="Poppins" w:hAnsi="Poppins" w:cs="Poppins"/>
                <w:b/>
                <w:color w:val="FFC000"/>
                <w:sz w:val="20"/>
              </w:rPr>
              <w:t>H40</w:t>
            </w:r>
            <w:r w:rsidRPr="002A4B69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2A4B69">
              <w:rPr>
                <w:rFonts w:ascii="Poppins" w:hAnsi="Poppins" w:cs="Poppins"/>
                <w:b/>
                <w:color w:val="7030A0"/>
                <w:sz w:val="20"/>
              </w:rPr>
              <w:t>H50</w:t>
            </w:r>
            <w:r w:rsidRPr="002A4B69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2A4B69">
              <w:rPr>
                <w:rFonts w:ascii="Poppins" w:hAnsi="Poppins" w:cs="Poppins"/>
                <w:b/>
                <w:color w:val="C45911" w:themeColor="accent2" w:themeShade="BF"/>
                <w:sz w:val="20"/>
              </w:rPr>
              <w:t>H60</w:t>
            </w:r>
            <w:r w:rsidRPr="002A4B69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con </w:t>
            </w:r>
            <w:r w:rsidRPr="002A4B69">
              <w:rPr>
                <w:rFonts w:ascii="Poppins" w:hAnsi="Poppins" w:cs="Poppins"/>
                <w:b/>
                <w:sz w:val="20"/>
              </w:rPr>
              <w:t xml:space="preserve">tubazione </w:t>
            </w:r>
            <w:proofErr w:type="spellStart"/>
            <w:r w:rsidRPr="002A4B69">
              <w:rPr>
                <w:rFonts w:ascii="Poppins" w:hAnsi="Poppins" w:cs="Poppins"/>
                <w:b/>
                <w:color w:val="00B050"/>
                <w:sz w:val="20"/>
              </w:rPr>
              <w:t>Alpert</w:t>
            </w:r>
            <w:proofErr w:type="spellEnd"/>
            <w:r w:rsidRPr="002A4B69">
              <w:rPr>
                <w:rFonts w:ascii="Poppins" w:hAnsi="Poppins" w:cs="Poppins"/>
                <w:b/>
                <w:color w:val="00B050"/>
                <w:sz w:val="20"/>
              </w:rPr>
              <w:t xml:space="preserve"> 16x2</w:t>
            </w:r>
            <w:r w:rsidRPr="002A4B69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2A4B69">
              <w:rPr>
                <w:rFonts w:ascii="Poppins" w:hAnsi="Poppins" w:cs="Poppins"/>
                <w:b/>
                <w:color w:val="FF0000"/>
                <w:sz w:val="20"/>
              </w:rPr>
              <w:t>PE-</w:t>
            </w:r>
            <w:proofErr w:type="spellStart"/>
            <w:r w:rsidRPr="002A4B69">
              <w:rPr>
                <w:rFonts w:ascii="Poppins" w:hAnsi="Poppins" w:cs="Poppins"/>
                <w:b/>
                <w:color w:val="FF0000"/>
                <w:sz w:val="20"/>
              </w:rPr>
              <w:t>Xa</w:t>
            </w:r>
            <w:proofErr w:type="spellEnd"/>
            <w:r w:rsidRPr="002A4B69">
              <w:rPr>
                <w:rFonts w:ascii="Poppins" w:hAnsi="Poppins" w:cs="Poppins"/>
                <w:b/>
                <w:color w:val="FF0000"/>
                <w:sz w:val="20"/>
              </w:rPr>
              <w:t xml:space="preserve"> 17x2 </w:t>
            </w:r>
            <w:r w:rsidRPr="002A4B69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/ </w:t>
            </w:r>
            <w:r w:rsidRPr="002A4B69">
              <w:rPr>
                <w:rFonts w:ascii="Poppins" w:hAnsi="Poppins" w:cs="Poppins"/>
                <w:b/>
                <w:color w:val="0070C0"/>
                <w:sz w:val="20"/>
              </w:rPr>
              <w:t>PE-</w:t>
            </w:r>
            <w:proofErr w:type="spellStart"/>
            <w:r w:rsidRPr="002A4B69">
              <w:rPr>
                <w:rFonts w:ascii="Poppins" w:hAnsi="Poppins" w:cs="Poppins"/>
                <w:b/>
                <w:color w:val="0070C0"/>
                <w:sz w:val="20"/>
              </w:rPr>
              <w:t>Xc</w:t>
            </w:r>
            <w:proofErr w:type="spellEnd"/>
            <w:r w:rsidRPr="002A4B69">
              <w:rPr>
                <w:rFonts w:ascii="Poppins" w:hAnsi="Poppins" w:cs="Poppins"/>
                <w:b/>
                <w:color w:val="0070C0"/>
                <w:sz w:val="20"/>
              </w:rPr>
              <w:t xml:space="preserve"> 17x2 </w:t>
            </w:r>
            <w:r w:rsidRPr="003D49C4">
              <w:rPr>
                <w:rFonts w:ascii="Poppins" w:hAnsi="Poppins" w:cs="Poppins"/>
                <w:b/>
                <w:bCs/>
                <w:sz w:val="20"/>
              </w:rPr>
              <w:t xml:space="preserve">/ </w:t>
            </w:r>
            <w:r w:rsidRPr="003D49C4">
              <w:rPr>
                <w:rFonts w:ascii="Poppins" w:hAnsi="Poppins" w:cs="Poppins"/>
                <w:b/>
                <w:bCs/>
                <w:color w:val="FFC000"/>
                <w:sz w:val="20"/>
              </w:rPr>
              <w:t>PE-RT 17</w:t>
            </w:r>
            <w:r>
              <w:rPr>
                <w:rFonts w:ascii="Poppins" w:hAnsi="Poppins" w:cs="Poppins"/>
                <w:b/>
                <w:bCs/>
                <w:color w:val="FFC000"/>
                <w:sz w:val="20"/>
              </w:rPr>
              <w:t>x</w:t>
            </w:r>
            <w:r w:rsidRPr="003D49C4">
              <w:rPr>
                <w:rFonts w:ascii="Poppins" w:hAnsi="Poppins" w:cs="Poppins"/>
                <w:b/>
                <w:bCs/>
                <w:color w:val="FFC000"/>
                <w:sz w:val="20"/>
              </w:rPr>
              <w:t>2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2A4B69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</w:tbl>
    <w:p w14:paraId="5D569FB2" w14:textId="77777777" w:rsidR="000E18FA" w:rsidRDefault="000E18FA"/>
    <w:p w14:paraId="20DC57A6" w14:textId="77777777" w:rsidR="000E18FA" w:rsidRDefault="000E18FA"/>
    <w:p w14:paraId="74EAE600" w14:textId="77777777" w:rsidR="000E18FA" w:rsidRDefault="000E18FA"/>
    <w:p w14:paraId="6A7344A0" w14:textId="77777777" w:rsidR="000E18FA" w:rsidRDefault="000E18FA"/>
    <w:p w14:paraId="3F846704" w14:textId="77777777" w:rsidR="000E18FA" w:rsidRDefault="000E18FA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03D68C14" w14:textId="77777777" w:rsidTr="00FD02BC">
        <w:tc>
          <w:tcPr>
            <w:tcW w:w="1311" w:type="dxa"/>
          </w:tcPr>
          <w:p w14:paraId="1EA8EAD8" w14:textId="77777777" w:rsidR="00757AC7" w:rsidRPr="0006784D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51461C09" w14:textId="77777777" w:rsidR="00757AC7" w:rsidRPr="0006784D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09AE6E9F" w14:textId="77777777" w:rsidR="00757AC7" w:rsidRPr="0006784D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6784D" w:rsidRPr="004C6F17" w14:paraId="67FA6AE9" w14:textId="77777777" w:rsidTr="00FD02BC">
        <w:tc>
          <w:tcPr>
            <w:tcW w:w="1311" w:type="dxa"/>
          </w:tcPr>
          <w:p w14:paraId="62C5FF9A" w14:textId="77777777" w:rsidR="0006784D" w:rsidRPr="0006784D" w:rsidRDefault="0006784D" w:rsidP="0006784D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28130079</w:t>
            </w:r>
          </w:p>
        </w:tc>
        <w:tc>
          <w:tcPr>
            <w:tcW w:w="2086" w:type="dxa"/>
          </w:tcPr>
          <w:p w14:paraId="7E75A62E" w14:textId="77777777" w:rsidR="0070302B" w:rsidRDefault="0006784D" w:rsidP="0006784D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isolante Standard Floor</w:t>
            </w:r>
          </w:p>
          <w:p w14:paraId="5F63E3FD" w14:textId="34BAD477" w:rsidR="0006784D" w:rsidRDefault="0006784D" w:rsidP="0006784D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H10</w:t>
            </w:r>
          </w:p>
          <w:p w14:paraId="60EBA0D1" w14:textId="17F5AE4F" w:rsidR="0070302B" w:rsidRPr="0006784D" w:rsidRDefault="0070302B" w:rsidP="0006784D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14,52 m2)</w:t>
            </w:r>
          </w:p>
        </w:tc>
        <w:tc>
          <w:tcPr>
            <w:tcW w:w="6101" w:type="dxa"/>
          </w:tcPr>
          <w:p w14:paraId="5333D1ED" w14:textId="77777777" w:rsidR="00DA3CF5" w:rsidRDefault="0006784D" w:rsidP="0006784D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in polistirene espanso tipo EPS, certificato come da Regolamento (UE) N.305/2011, con incastri perimetrali maschio – femmina a forma cilindrica e rivestito da un film termoformato, con accoppiamento a caldo, in polistirene rigido spessore 0,16 mm.</w:t>
            </w:r>
          </w:p>
          <w:p w14:paraId="64CB8D95" w14:textId="77777777" w:rsidR="00DA3CF5" w:rsidRDefault="00DA3CF5" w:rsidP="0006784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687542" w14:textId="77777777" w:rsidR="00DA3CF5" w:rsidRDefault="0006784D" w:rsidP="0006784D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5503C25B" w14:textId="45EE94E0" w:rsidR="00987B9C" w:rsidRDefault="0006784D" w:rsidP="0006784D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Densità 40 kg/m</w:t>
            </w:r>
            <w:r w:rsidR="00987B9C"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>, resistenza termica RD 0</w:t>
            </w:r>
            <w:r w:rsidR="0070302B">
              <w:rPr>
                <w:rFonts w:ascii="Poppins" w:hAnsi="Poppins" w:cs="Poppins"/>
                <w:sz w:val="20"/>
              </w:rPr>
              <w:t>,</w:t>
            </w:r>
            <w:r w:rsidR="00977D65"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>0 m</w:t>
            </w:r>
            <w:r w:rsidR="00987B9C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10 mm e spessore totale 32 mm.</w:t>
            </w:r>
          </w:p>
          <w:p w14:paraId="1AA257B0" w14:textId="77777777" w:rsidR="00987B9C" w:rsidRDefault="00987B9C" w:rsidP="0006784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I</w:t>
            </w:r>
            <w:r w:rsidR="0006784D" w:rsidRPr="0006784D">
              <w:rPr>
                <w:rFonts w:ascii="Poppins" w:hAnsi="Poppins" w:cs="Poppins"/>
                <w:sz w:val="20"/>
              </w:rPr>
              <w:t>nterasse multiplo tra i tubi: 5 cm.</w:t>
            </w:r>
          </w:p>
          <w:p w14:paraId="4A856504" w14:textId="53C5001A" w:rsidR="0006784D" w:rsidRPr="0006784D" w:rsidRDefault="0006784D" w:rsidP="0006784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Dimensioni (mm) 1100x600x32, confezione da 14</w:t>
            </w:r>
            <w:r w:rsidR="0070302B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52 m</w:t>
            </w:r>
            <w:r w:rsidR="00987B9C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7A81244A" w14:textId="77777777" w:rsidR="0006784D" w:rsidRPr="0006784D" w:rsidRDefault="0006784D" w:rsidP="0006784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75A22EB" w14:textId="783CEAB9" w:rsidR="0006784D" w:rsidRPr="0070302B" w:rsidRDefault="0006784D" w:rsidP="0070302B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400BE">
              <w:rPr>
                <w:rFonts w:ascii="Poppins" w:hAnsi="Poppins" w:cs="Poppins"/>
                <w:b/>
                <w:sz w:val="20"/>
              </w:rPr>
              <w:t>Emmeti</w:t>
            </w:r>
            <w:r w:rsidRPr="0006784D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0302B" w:rsidRPr="0070302B">
              <w:rPr>
                <w:rFonts w:ascii="Poppins" w:hAnsi="Poppins" w:cs="Poppins"/>
                <w:b/>
                <w:sz w:val="20"/>
              </w:rPr>
              <w:t xml:space="preserve">Pannello isolante Standard </w:t>
            </w:r>
            <w:proofErr w:type="spellStart"/>
            <w:r w:rsidR="0070302B" w:rsidRPr="0070302B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70302B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0302B" w:rsidRPr="0070302B">
              <w:rPr>
                <w:rFonts w:ascii="Poppins" w:hAnsi="Poppins" w:cs="Poppins"/>
                <w:b/>
                <w:sz w:val="20"/>
              </w:rPr>
              <w:t>H10</w:t>
            </w:r>
            <w:r w:rsidR="0070302B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0302B" w:rsidRPr="0070302B">
              <w:rPr>
                <w:rFonts w:ascii="Poppins" w:hAnsi="Poppins" w:cs="Poppins"/>
                <w:b/>
                <w:sz w:val="20"/>
              </w:rPr>
              <w:t>(Conf. 14,52 m2)</w:t>
            </w:r>
            <w:r w:rsidR="0070302B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06784D">
              <w:rPr>
                <w:rFonts w:ascii="Poppins" w:hAnsi="Poppins" w:cs="Poppins"/>
                <w:b/>
                <w:sz w:val="20"/>
              </w:rPr>
              <w:t>o equivalente</w:t>
            </w:r>
            <w:r w:rsidR="00215F0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F363B" w:rsidRPr="004C6F17" w14:paraId="4329A65F" w14:textId="77777777" w:rsidTr="00FD02BC">
        <w:tc>
          <w:tcPr>
            <w:tcW w:w="1311" w:type="dxa"/>
          </w:tcPr>
          <w:p w14:paraId="34A0C7D8" w14:textId="39079E70" w:rsidR="007F363B" w:rsidRPr="0006784D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4170</w:t>
            </w:r>
          </w:p>
        </w:tc>
        <w:tc>
          <w:tcPr>
            <w:tcW w:w="2086" w:type="dxa"/>
          </w:tcPr>
          <w:p w14:paraId="754F9003" w14:textId="77777777" w:rsidR="00B02D15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isolante Standard Floor</w:t>
            </w:r>
          </w:p>
          <w:p w14:paraId="72CA52F0" w14:textId="77777777" w:rsidR="007F363B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H10</w:t>
            </w:r>
            <w:r>
              <w:rPr>
                <w:rFonts w:ascii="Poppins" w:hAnsi="Poppins" w:cs="Poppins"/>
                <w:sz w:val="20"/>
              </w:rPr>
              <w:t xml:space="preserve"> CAM</w:t>
            </w:r>
          </w:p>
          <w:p w14:paraId="171F6843" w14:textId="29B58CDB" w:rsidR="00B02D15" w:rsidRPr="0006784D" w:rsidRDefault="00B02D15" w:rsidP="007F363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</w:t>
            </w:r>
            <w:r w:rsidR="0089193B">
              <w:rPr>
                <w:rFonts w:ascii="Poppins" w:hAnsi="Poppins" w:cs="Poppins"/>
                <w:sz w:val="20"/>
              </w:rPr>
              <w:t xml:space="preserve"> 14,52)</w:t>
            </w:r>
          </w:p>
        </w:tc>
        <w:tc>
          <w:tcPr>
            <w:tcW w:w="6101" w:type="dxa"/>
          </w:tcPr>
          <w:p w14:paraId="63887DFB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in polistirene espanso tipo EPS, certificato come da Regolamento (UE) N.305/2011, con incastri perimetrali maschio – femmina a forma cilindrica e rivestito da un film termoformato, con accoppiamento a caldo, in polistirene rigido spessore 0,16 mm.</w:t>
            </w:r>
          </w:p>
          <w:p w14:paraId="21B26006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AFD274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08D8A499" w14:textId="59C2CA10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Densità 40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>, resistenza termica RD 0</w:t>
            </w:r>
            <w:r w:rsidR="003F4FD2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>0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10 mm e spessore totale 32 mm.</w:t>
            </w:r>
          </w:p>
          <w:p w14:paraId="0A22DC59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23332FFD" w14:textId="6E6894B8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Dimensioni (mm) 1100x600x32, confezione da 14</w:t>
            </w:r>
            <w:r w:rsidR="003F4FD2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52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7DC4BBC6" w14:textId="77777777" w:rsidR="007F363B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F6483FA" w14:textId="77777777" w:rsidR="007F363B" w:rsidRPr="00950A0B" w:rsidRDefault="007F363B" w:rsidP="007F363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950A0B">
              <w:rPr>
                <w:rFonts w:ascii="Poppins" w:hAnsi="Poppins" w:cs="Poppins"/>
                <w:bCs/>
                <w:sz w:val="20"/>
              </w:rPr>
              <w:t>Pannello conforme CAM (Criteri Ambientali Minimi).</w:t>
            </w:r>
          </w:p>
          <w:p w14:paraId="4E280122" w14:textId="77777777" w:rsidR="007F363B" w:rsidRPr="0006784D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AEF8E0F" w14:textId="61CCDD5F" w:rsidR="007F363B" w:rsidRPr="0089193B" w:rsidRDefault="007F363B" w:rsidP="0089193B">
            <w:pPr>
              <w:jc w:val="both"/>
              <w:rPr>
                <w:rFonts w:ascii="Poppins" w:hAnsi="Poppins" w:cs="Poppins"/>
                <w:b/>
                <w:sz w:val="20"/>
                <w:lang w:val="pt-BR"/>
              </w:rPr>
            </w:pP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Marca Emmeti – </w:t>
            </w:r>
            <w:proofErr w:type="spellStart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Modello</w:t>
            </w:r>
            <w:proofErr w:type="spellEnd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proofErr w:type="spellStart"/>
            <w:r w:rsidR="0089193B" w:rsidRPr="0089193B">
              <w:rPr>
                <w:rFonts w:ascii="Poppins" w:hAnsi="Poppins" w:cs="Poppins"/>
                <w:b/>
                <w:sz w:val="20"/>
                <w:lang w:val="pt-BR"/>
              </w:rPr>
              <w:t>Pannello</w:t>
            </w:r>
            <w:proofErr w:type="spellEnd"/>
            <w:r w:rsidR="0089193B" w:rsidRPr="0089193B">
              <w:rPr>
                <w:rFonts w:ascii="Poppins" w:hAnsi="Poppins" w:cs="Poppins"/>
                <w:b/>
                <w:sz w:val="20"/>
                <w:lang w:val="pt-BR"/>
              </w:rPr>
              <w:t xml:space="preserve"> isolante Standard </w:t>
            </w:r>
            <w:proofErr w:type="spellStart"/>
            <w:r w:rsidR="0089193B" w:rsidRPr="0089193B">
              <w:rPr>
                <w:rFonts w:ascii="Poppins" w:hAnsi="Poppins" w:cs="Poppins"/>
                <w:b/>
                <w:sz w:val="20"/>
                <w:lang w:val="pt-BR"/>
              </w:rPr>
              <w:t>Floor</w:t>
            </w:r>
            <w:proofErr w:type="spellEnd"/>
            <w:r w:rsidR="0089193B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89193B" w:rsidRPr="0089193B">
              <w:rPr>
                <w:rFonts w:ascii="Poppins" w:hAnsi="Poppins" w:cs="Poppins"/>
                <w:b/>
                <w:sz w:val="20"/>
                <w:lang w:val="pt-BR"/>
              </w:rPr>
              <w:t>H10 CAM</w:t>
            </w:r>
            <w:r w:rsidR="0089193B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89193B" w:rsidRPr="0089193B">
              <w:rPr>
                <w:rFonts w:ascii="Poppins" w:hAnsi="Poppins" w:cs="Poppins"/>
                <w:b/>
                <w:sz w:val="20"/>
                <w:lang w:val="pt-BR"/>
              </w:rPr>
              <w:t>(Conf. 14,52)</w:t>
            </w:r>
            <w:r w:rsidR="0089193B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o equivalente.</w:t>
            </w:r>
          </w:p>
        </w:tc>
      </w:tr>
      <w:tr w:rsidR="007F363B" w:rsidRPr="004C6F17" w14:paraId="191E5FE7" w14:textId="77777777" w:rsidTr="00FD02BC">
        <w:tc>
          <w:tcPr>
            <w:tcW w:w="1311" w:type="dxa"/>
          </w:tcPr>
          <w:p w14:paraId="0CE448CF" w14:textId="4AB4AD97" w:rsidR="007F363B" w:rsidRPr="0006784D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2813406</w:t>
            </w:r>
            <w:r>
              <w:rPr>
                <w:rFonts w:ascii="Poppins" w:hAnsi="Poppins" w:cs="Poppins"/>
                <w:sz w:val="20"/>
              </w:rPr>
              <w:t>8</w:t>
            </w:r>
          </w:p>
        </w:tc>
        <w:tc>
          <w:tcPr>
            <w:tcW w:w="2086" w:type="dxa"/>
          </w:tcPr>
          <w:p w14:paraId="4D1D45CE" w14:textId="77777777" w:rsidR="007F363B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 xml:space="preserve">Pannello isolante Standard </w:t>
            </w:r>
            <w:proofErr w:type="spellStart"/>
            <w:r w:rsidRPr="0006784D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06784D">
              <w:rPr>
                <w:rFonts w:ascii="Poppins" w:hAnsi="Poppins" w:cs="Poppins"/>
                <w:sz w:val="20"/>
              </w:rPr>
              <w:t xml:space="preserve"> H20</w:t>
            </w:r>
          </w:p>
          <w:p w14:paraId="2CC9F0B6" w14:textId="702C1650" w:rsidR="007C1F00" w:rsidRPr="0006784D" w:rsidRDefault="007C1F00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7C1F00">
              <w:rPr>
                <w:rFonts w:ascii="Poppins" w:hAnsi="Poppins" w:cs="Poppins"/>
                <w:sz w:val="20"/>
              </w:rPr>
              <w:t xml:space="preserve">(Conf. </w:t>
            </w:r>
            <w:r w:rsidR="003C2AFF">
              <w:rPr>
                <w:rFonts w:ascii="Poppins" w:hAnsi="Poppins" w:cs="Poppins"/>
                <w:sz w:val="20"/>
              </w:rPr>
              <w:t>9,</w:t>
            </w:r>
            <w:r w:rsidRPr="007C1F00">
              <w:rPr>
                <w:rFonts w:ascii="Poppins" w:hAnsi="Poppins" w:cs="Poppins"/>
                <w:sz w:val="20"/>
              </w:rPr>
              <w:t>24 m2)</w:t>
            </w:r>
          </w:p>
        </w:tc>
        <w:tc>
          <w:tcPr>
            <w:tcW w:w="6101" w:type="dxa"/>
          </w:tcPr>
          <w:p w14:paraId="649C68F1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in polistirene espanso tipo EPS, certificato come da Regolamento (UE) N.305/2011, con incastri perimetrali maschio – femmina a forma cilindrica e rivestito da un film termoformato, con accoppiamento a caldo, in polistirene rigido spessore 0,16 mm.</w:t>
            </w:r>
          </w:p>
          <w:p w14:paraId="45436668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D3AC4B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2034505" w14:textId="01471DA9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Densità 30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>, resistenza termica RD 0</w:t>
            </w:r>
            <w:r w:rsidR="003C2AFF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6</w:t>
            </w:r>
            <w:r w:rsidRPr="0006784D">
              <w:rPr>
                <w:rFonts w:ascii="Poppins" w:hAnsi="Poppins" w:cs="Poppins"/>
                <w:sz w:val="20"/>
              </w:rPr>
              <w:t>0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20 mm e spessore totale 48 mm.</w:t>
            </w:r>
          </w:p>
          <w:p w14:paraId="7490568D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I</w:t>
            </w:r>
            <w:r w:rsidRPr="0006784D">
              <w:rPr>
                <w:rFonts w:ascii="Poppins" w:hAnsi="Poppins" w:cs="Poppins"/>
                <w:sz w:val="20"/>
              </w:rPr>
              <w:t>nterasse multiplo tra i tubi: 5 cm.</w:t>
            </w:r>
          </w:p>
          <w:p w14:paraId="5A2442D8" w14:textId="4EFA54B4" w:rsidR="007F363B" w:rsidRPr="0006784D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lastRenderedPageBreak/>
              <w:t xml:space="preserve">Dimensioni (mm) 1100x600x48, confezione da </w:t>
            </w:r>
            <w:r>
              <w:rPr>
                <w:rFonts w:ascii="Poppins" w:hAnsi="Poppins" w:cs="Poppins"/>
                <w:sz w:val="20"/>
              </w:rPr>
              <w:t xml:space="preserve">9,24 </w:t>
            </w:r>
            <w:r w:rsidRPr="0006784D">
              <w:rPr>
                <w:rFonts w:ascii="Poppins" w:hAnsi="Poppins" w:cs="Poppins"/>
                <w:sz w:val="20"/>
              </w:rPr>
              <w:t>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3C25324F" w14:textId="77777777" w:rsidR="007F363B" w:rsidRPr="0006784D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A07D25E" w14:textId="66F44748" w:rsidR="007F363B" w:rsidRPr="0006784D" w:rsidRDefault="007F363B" w:rsidP="003C2AF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06784D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C2AFF" w:rsidRPr="003C2AFF">
              <w:rPr>
                <w:rFonts w:ascii="Poppins" w:hAnsi="Poppins" w:cs="Poppins"/>
                <w:b/>
                <w:sz w:val="20"/>
              </w:rPr>
              <w:t xml:space="preserve">Pannello isolante Standard </w:t>
            </w:r>
            <w:proofErr w:type="spellStart"/>
            <w:r w:rsidR="003C2AFF" w:rsidRPr="003C2AFF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3C2AFF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3C2AFF" w:rsidRPr="003C2AFF">
              <w:rPr>
                <w:rFonts w:ascii="Poppins" w:hAnsi="Poppins" w:cs="Poppins"/>
                <w:b/>
                <w:sz w:val="20"/>
              </w:rPr>
              <w:t>H20</w:t>
            </w:r>
            <w:r w:rsidR="003C2AFF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3C2AFF" w:rsidRPr="003C2AFF">
              <w:rPr>
                <w:rFonts w:ascii="Poppins" w:hAnsi="Poppins" w:cs="Poppins"/>
                <w:b/>
                <w:sz w:val="20"/>
              </w:rPr>
              <w:t>(Conf. 9,24 m2)</w:t>
            </w:r>
            <w:r w:rsidR="003C2AFF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06784D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F363B" w:rsidRPr="004C6F17" w14:paraId="432FCF05" w14:textId="77777777" w:rsidTr="00FD02BC">
        <w:tc>
          <w:tcPr>
            <w:tcW w:w="1311" w:type="dxa"/>
          </w:tcPr>
          <w:p w14:paraId="6D403516" w14:textId="0DFB1BB4" w:rsidR="007F363B" w:rsidRPr="0006784D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lastRenderedPageBreak/>
              <w:t>28134</w:t>
            </w:r>
            <w:r>
              <w:rPr>
                <w:rFonts w:ascii="Poppins" w:hAnsi="Poppins" w:cs="Poppins"/>
                <w:sz w:val="20"/>
              </w:rPr>
              <w:t>172</w:t>
            </w:r>
          </w:p>
        </w:tc>
        <w:tc>
          <w:tcPr>
            <w:tcW w:w="2086" w:type="dxa"/>
          </w:tcPr>
          <w:p w14:paraId="7AF7BE32" w14:textId="77777777" w:rsidR="007F363B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 xml:space="preserve">Pannello isolante Standard </w:t>
            </w:r>
            <w:proofErr w:type="spellStart"/>
            <w:r w:rsidRPr="0006784D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06784D">
              <w:rPr>
                <w:rFonts w:ascii="Poppins" w:hAnsi="Poppins" w:cs="Poppins"/>
                <w:sz w:val="20"/>
              </w:rPr>
              <w:t xml:space="preserve"> H20</w:t>
            </w:r>
            <w:r>
              <w:rPr>
                <w:rFonts w:ascii="Poppins" w:hAnsi="Poppins" w:cs="Poppins"/>
                <w:sz w:val="20"/>
              </w:rPr>
              <w:t xml:space="preserve"> CAM</w:t>
            </w:r>
          </w:p>
          <w:p w14:paraId="534171C5" w14:textId="38F3765B" w:rsidR="000A3492" w:rsidRPr="0006784D" w:rsidRDefault="000A3492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7C1F00">
              <w:rPr>
                <w:rFonts w:ascii="Poppins" w:hAnsi="Poppins" w:cs="Poppins"/>
                <w:sz w:val="20"/>
              </w:rPr>
              <w:t xml:space="preserve">(Conf. </w:t>
            </w:r>
            <w:r>
              <w:rPr>
                <w:rFonts w:ascii="Poppins" w:hAnsi="Poppins" w:cs="Poppins"/>
                <w:sz w:val="20"/>
              </w:rPr>
              <w:t>9,</w:t>
            </w:r>
            <w:r w:rsidRPr="007C1F00">
              <w:rPr>
                <w:rFonts w:ascii="Poppins" w:hAnsi="Poppins" w:cs="Poppins"/>
                <w:sz w:val="20"/>
              </w:rPr>
              <w:t>24 m2)</w:t>
            </w:r>
          </w:p>
        </w:tc>
        <w:tc>
          <w:tcPr>
            <w:tcW w:w="6101" w:type="dxa"/>
          </w:tcPr>
          <w:p w14:paraId="7AD6E450" w14:textId="77777777" w:rsidR="000D0093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in polistirene espanso tipo EPS, certificato come da Regolamento (UE) N.305/2011, con incastri perimetrali maschio – femmina a forma cilindrica e rivestito da un film termoformato, con accoppiamento a caldo, in polistirene rigido spessore 0,16 mm.</w:t>
            </w:r>
          </w:p>
          <w:p w14:paraId="7FA82CD0" w14:textId="77777777" w:rsidR="000D0093" w:rsidRDefault="000D0093" w:rsidP="007F363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D3E230" w14:textId="77777777" w:rsidR="000D0093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DC8DC7C" w14:textId="419DCCB5" w:rsidR="000D0093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Densità 30 kg/m</w:t>
            </w:r>
            <w:r w:rsidR="000D0093"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>, resistenza termica RD 0</w:t>
            </w:r>
            <w:r w:rsidR="000A3492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6</w:t>
            </w:r>
            <w:r w:rsidRPr="0006784D">
              <w:rPr>
                <w:rFonts w:ascii="Poppins" w:hAnsi="Poppins" w:cs="Poppins"/>
                <w:sz w:val="20"/>
              </w:rPr>
              <w:t>0 m</w:t>
            </w:r>
            <w:r w:rsidR="000D0093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20 mm e spessore totale 48 mm.</w:t>
            </w:r>
          </w:p>
          <w:p w14:paraId="4081619F" w14:textId="77777777" w:rsidR="000D0093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5ED7BE14" w14:textId="048013B9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 xml:space="preserve">Dimensioni (mm) 1100x600x48, confezione da </w:t>
            </w:r>
            <w:r>
              <w:rPr>
                <w:rFonts w:ascii="Poppins" w:hAnsi="Poppins" w:cs="Poppins"/>
                <w:sz w:val="20"/>
              </w:rPr>
              <w:t xml:space="preserve">9,24 </w:t>
            </w:r>
            <w:r w:rsidRPr="0006784D">
              <w:rPr>
                <w:rFonts w:ascii="Poppins" w:hAnsi="Poppins" w:cs="Poppins"/>
                <w:sz w:val="20"/>
              </w:rPr>
              <w:t>m</w:t>
            </w:r>
            <w:r w:rsidR="000D0093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15A3DE35" w14:textId="77777777" w:rsidR="007F363B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A906208" w14:textId="77777777" w:rsidR="007F363B" w:rsidRPr="00950A0B" w:rsidRDefault="007F363B" w:rsidP="007F363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950A0B">
              <w:rPr>
                <w:rFonts w:ascii="Poppins" w:hAnsi="Poppins" w:cs="Poppins"/>
                <w:bCs/>
                <w:sz w:val="20"/>
              </w:rPr>
              <w:t>Pannello conforme CAM (Criteri Ambientali Minimi).</w:t>
            </w:r>
          </w:p>
          <w:p w14:paraId="200DB163" w14:textId="77777777" w:rsidR="007F363B" w:rsidRPr="0006784D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0B6783F" w14:textId="764A95D2" w:rsidR="007F363B" w:rsidRPr="0006784D" w:rsidRDefault="007F363B" w:rsidP="000A3492">
            <w:pPr>
              <w:jc w:val="both"/>
              <w:rPr>
                <w:rFonts w:ascii="Poppins" w:hAnsi="Poppins" w:cs="Poppins"/>
                <w:sz w:val="20"/>
              </w:rPr>
            </w:pP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Marca Emmeti – </w:t>
            </w:r>
            <w:proofErr w:type="spellStart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Modello</w:t>
            </w:r>
            <w:proofErr w:type="spellEnd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proofErr w:type="spellStart"/>
            <w:r w:rsidR="000A3492" w:rsidRPr="000A3492">
              <w:rPr>
                <w:rFonts w:ascii="Poppins" w:hAnsi="Poppins" w:cs="Poppins"/>
                <w:b/>
                <w:sz w:val="20"/>
                <w:lang w:val="pt-BR"/>
              </w:rPr>
              <w:t>Pannello</w:t>
            </w:r>
            <w:proofErr w:type="spellEnd"/>
            <w:r w:rsidR="000A3492" w:rsidRPr="000A3492">
              <w:rPr>
                <w:rFonts w:ascii="Poppins" w:hAnsi="Poppins" w:cs="Poppins"/>
                <w:b/>
                <w:sz w:val="20"/>
                <w:lang w:val="pt-BR"/>
              </w:rPr>
              <w:t xml:space="preserve"> isolante Standard </w:t>
            </w:r>
            <w:proofErr w:type="spellStart"/>
            <w:r w:rsidR="000A3492" w:rsidRPr="000A3492">
              <w:rPr>
                <w:rFonts w:ascii="Poppins" w:hAnsi="Poppins" w:cs="Poppins"/>
                <w:b/>
                <w:sz w:val="20"/>
                <w:lang w:val="pt-BR"/>
              </w:rPr>
              <w:t>Floor</w:t>
            </w:r>
            <w:proofErr w:type="spellEnd"/>
            <w:r w:rsidR="000A3492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0A3492" w:rsidRPr="000A3492">
              <w:rPr>
                <w:rFonts w:ascii="Poppins" w:hAnsi="Poppins" w:cs="Poppins"/>
                <w:b/>
                <w:sz w:val="20"/>
                <w:lang w:val="pt-BR"/>
              </w:rPr>
              <w:t>H20 CAM</w:t>
            </w:r>
            <w:r w:rsidR="000A3492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0A3492" w:rsidRPr="000A3492">
              <w:rPr>
                <w:rFonts w:ascii="Poppins" w:hAnsi="Poppins" w:cs="Poppins"/>
                <w:b/>
                <w:sz w:val="20"/>
                <w:lang w:val="pt-BR"/>
              </w:rPr>
              <w:t>(Conf. 9,24 m2)</w:t>
            </w:r>
            <w:r w:rsidR="000A3492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o equivalente.</w:t>
            </w:r>
          </w:p>
        </w:tc>
      </w:tr>
      <w:tr w:rsidR="007F363B" w:rsidRPr="004C6F17" w14:paraId="7ABF5303" w14:textId="77777777" w:rsidTr="00FD02BC">
        <w:tc>
          <w:tcPr>
            <w:tcW w:w="1311" w:type="dxa"/>
          </w:tcPr>
          <w:p w14:paraId="3D51EF38" w14:textId="77777777" w:rsidR="007F363B" w:rsidRPr="0006784D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28134050</w:t>
            </w:r>
          </w:p>
        </w:tc>
        <w:tc>
          <w:tcPr>
            <w:tcW w:w="2086" w:type="dxa"/>
          </w:tcPr>
          <w:p w14:paraId="2497FB93" w14:textId="77777777" w:rsidR="007F363B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 xml:space="preserve">Pannello isolante Standard </w:t>
            </w:r>
            <w:proofErr w:type="spellStart"/>
            <w:r w:rsidRPr="0006784D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06784D">
              <w:rPr>
                <w:rFonts w:ascii="Poppins" w:hAnsi="Poppins" w:cs="Poppins"/>
                <w:sz w:val="20"/>
              </w:rPr>
              <w:t xml:space="preserve"> H30</w:t>
            </w:r>
          </w:p>
          <w:p w14:paraId="0B530A11" w14:textId="550469AA" w:rsidR="00774432" w:rsidRPr="0006784D" w:rsidRDefault="00774432" w:rsidP="007F363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6,6</w:t>
            </w:r>
            <w:r w:rsidR="00FD4C25">
              <w:rPr>
                <w:rFonts w:ascii="Poppins" w:hAnsi="Poppins" w:cs="Poppins"/>
                <w:sz w:val="20"/>
              </w:rPr>
              <w:t xml:space="preserve"> m2)</w:t>
            </w:r>
          </w:p>
        </w:tc>
        <w:tc>
          <w:tcPr>
            <w:tcW w:w="6101" w:type="dxa"/>
          </w:tcPr>
          <w:p w14:paraId="04DEEA4D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in polistirene espanso tipo EPS, certificato come da Regolamento (UE) N.305/2011, con incastri perimetrali maschio – femmina a forma cilindrica e rivestito da un film termoformato, con accoppiamento a caldo, in polistirene rigido spessore 0,16 mm.</w:t>
            </w:r>
          </w:p>
          <w:p w14:paraId="602AABBD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B074CBB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52D779BE" w14:textId="7510AC0E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Densità 30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 xml:space="preserve">, resistenza termica RD </w:t>
            </w:r>
            <w:r>
              <w:rPr>
                <w:rFonts w:ascii="Poppins" w:hAnsi="Poppins" w:cs="Poppins"/>
                <w:sz w:val="20"/>
              </w:rPr>
              <w:t>0</w:t>
            </w:r>
            <w:r w:rsidR="00FD4C25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9</w:t>
            </w:r>
            <w:r w:rsidRPr="0006784D">
              <w:rPr>
                <w:rFonts w:ascii="Poppins" w:hAnsi="Poppins" w:cs="Poppins"/>
                <w:sz w:val="20"/>
              </w:rPr>
              <w:t>0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30 mm e spessore totale 63 mm.</w:t>
            </w:r>
          </w:p>
          <w:p w14:paraId="7BAEB149" w14:textId="77777777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0BB5F609" w14:textId="4D398BF6" w:rsidR="007F363B" w:rsidRPr="0006784D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Dimensioni (mm) 1100x600x63, confezione da 6</w:t>
            </w:r>
            <w:r w:rsidR="00FD4C25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6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5EAC7229" w14:textId="77777777" w:rsidR="007F363B" w:rsidRPr="0006784D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8A48642" w14:textId="114F0311" w:rsidR="007F363B" w:rsidRPr="0006784D" w:rsidRDefault="007F363B" w:rsidP="00FD4C25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06784D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FD4C25" w:rsidRPr="00FD4C25">
              <w:rPr>
                <w:rFonts w:ascii="Poppins" w:hAnsi="Poppins" w:cs="Poppins"/>
                <w:b/>
                <w:sz w:val="20"/>
              </w:rPr>
              <w:t xml:space="preserve">Pannello isolante Standard </w:t>
            </w:r>
            <w:proofErr w:type="spellStart"/>
            <w:r w:rsidR="00FD4C25" w:rsidRPr="00FD4C25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FD4C2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FD4C25" w:rsidRPr="00FD4C25">
              <w:rPr>
                <w:rFonts w:ascii="Poppins" w:hAnsi="Poppins" w:cs="Poppins"/>
                <w:b/>
                <w:sz w:val="20"/>
              </w:rPr>
              <w:t>H30</w:t>
            </w:r>
            <w:r w:rsidR="00FD4C2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FD4C25" w:rsidRPr="00FD4C25">
              <w:rPr>
                <w:rFonts w:ascii="Poppins" w:hAnsi="Poppins" w:cs="Poppins"/>
                <w:b/>
                <w:sz w:val="20"/>
              </w:rPr>
              <w:t>(Conf. 6,6 m2)</w:t>
            </w:r>
            <w:r w:rsidR="00FD4C2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06784D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F363B" w:rsidRPr="004A64AF" w14:paraId="003B177D" w14:textId="77777777" w:rsidTr="00FD02BC">
        <w:tc>
          <w:tcPr>
            <w:tcW w:w="1311" w:type="dxa"/>
          </w:tcPr>
          <w:p w14:paraId="00DA670E" w14:textId="6C85E25E" w:rsidR="007F363B" w:rsidRPr="0006784D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28134</w:t>
            </w:r>
            <w:r>
              <w:rPr>
                <w:rFonts w:ascii="Poppins" w:hAnsi="Poppins" w:cs="Poppins"/>
                <w:sz w:val="20"/>
              </w:rPr>
              <w:t>174</w:t>
            </w:r>
          </w:p>
        </w:tc>
        <w:tc>
          <w:tcPr>
            <w:tcW w:w="2086" w:type="dxa"/>
          </w:tcPr>
          <w:p w14:paraId="0C26A6C0" w14:textId="77777777" w:rsidR="00742167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isolante Standard Floor</w:t>
            </w:r>
          </w:p>
          <w:p w14:paraId="34761A0A" w14:textId="77777777" w:rsidR="007F363B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H30</w:t>
            </w:r>
            <w:r>
              <w:rPr>
                <w:rFonts w:ascii="Poppins" w:hAnsi="Poppins" w:cs="Poppins"/>
                <w:sz w:val="20"/>
              </w:rPr>
              <w:t xml:space="preserve"> CAM</w:t>
            </w:r>
          </w:p>
          <w:p w14:paraId="55B04486" w14:textId="19305302" w:rsidR="00742167" w:rsidRPr="0006784D" w:rsidRDefault="00742167" w:rsidP="007F363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6,6 m2)</w:t>
            </w:r>
          </w:p>
        </w:tc>
        <w:tc>
          <w:tcPr>
            <w:tcW w:w="6101" w:type="dxa"/>
          </w:tcPr>
          <w:p w14:paraId="1974232D" w14:textId="77777777" w:rsidR="00A057B4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in polistirene espanso tipo EPS, certificato come da Regolamento (UE) N.305/2011, con incastri perimetrali maschio – femmina a forma cilindrica e rivestito da un film termoformato, con accoppiamento a caldo, in polistirene rigido spessore 0,16 mm.</w:t>
            </w:r>
          </w:p>
          <w:p w14:paraId="5C4933A3" w14:textId="77777777" w:rsidR="00A057B4" w:rsidRDefault="00A057B4" w:rsidP="007F363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FC5F7A" w14:textId="77777777" w:rsidR="00A057B4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466E3214" w14:textId="293BC152" w:rsidR="00A057B4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lastRenderedPageBreak/>
              <w:t>Densità 30 kg/m</w:t>
            </w:r>
            <w:r w:rsidR="00A057B4"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 xml:space="preserve">, resistenza termica RD </w:t>
            </w:r>
            <w:r>
              <w:rPr>
                <w:rFonts w:ascii="Poppins" w:hAnsi="Poppins" w:cs="Poppins"/>
                <w:sz w:val="20"/>
              </w:rPr>
              <w:t>0</w:t>
            </w:r>
            <w:r w:rsidR="00742167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9</w:t>
            </w:r>
            <w:r w:rsidRPr="0006784D">
              <w:rPr>
                <w:rFonts w:ascii="Poppins" w:hAnsi="Poppins" w:cs="Poppins"/>
                <w:sz w:val="20"/>
              </w:rPr>
              <w:t>0 m</w:t>
            </w:r>
            <w:r w:rsidR="00A057B4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30 mm e spessore totale 63 mm.</w:t>
            </w:r>
          </w:p>
          <w:p w14:paraId="7EB1F69A" w14:textId="77777777" w:rsidR="00A057B4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5ACCE9D5" w14:textId="2DD4A754" w:rsidR="007F363B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Dimensioni (mm) 1100x600x63, confezione da 6</w:t>
            </w:r>
            <w:r w:rsidR="00477F1C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6 m</w:t>
            </w:r>
            <w:r w:rsidR="00A057B4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1E271118" w14:textId="2CB840DB" w:rsidR="007F363B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39CE900" w14:textId="695590F1" w:rsidR="007F363B" w:rsidRPr="00950A0B" w:rsidRDefault="007F363B" w:rsidP="007F363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950A0B">
              <w:rPr>
                <w:rFonts w:ascii="Poppins" w:hAnsi="Poppins" w:cs="Poppins"/>
                <w:bCs/>
                <w:sz w:val="20"/>
              </w:rPr>
              <w:t>Pannello conforme CAM (Criteri Ambientali Minimi).</w:t>
            </w:r>
          </w:p>
          <w:p w14:paraId="02337C94" w14:textId="77777777" w:rsidR="007F363B" w:rsidRPr="0006784D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641AA9C" w14:textId="2CFAB0D0" w:rsidR="007F363B" w:rsidRPr="00477F1C" w:rsidRDefault="007F363B" w:rsidP="00477F1C">
            <w:pPr>
              <w:jc w:val="both"/>
              <w:rPr>
                <w:rFonts w:ascii="Poppins" w:hAnsi="Poppins" w:cs="Poppins"/>
                <w:b/>
                <w:sz w:val="20"/>
                <w:lang w:val="pt-BR"/>
              </w:rPr>
            </w:pP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Marca Emmeti – </w:t>
            </w:r>
            <w:proofErr w:type="spellStart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Modello</w:t>
            </w:r>
            <w:proofErr w:type="spellEnd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proofErr w:type="spellStart"/>
            <w:r w:rsidR="00477F1C" w:rsidRPr="00477F1C">
              <w:rPr>
                <w:rFonts w:ascii="Poppins" w:hAnsi="Poppins" w:cs="Poppins"/>
                <w:b/>
                <w:sz w:val="20"/>
                <w:lang w:val="pt-BR"/>
              </w:rPr>
              <w:t>Pannello</w:t>
            </w:r>
            <w:proofErr w:type="spellEnd"/>
            <w:r w:rsidR="00477F1C" w:rsidRPr="00477F1C">
              <w:rPr>
                <w:rFonts w:ascii="Poppins" w:hAnsi="Poppins" w:cs="Poppins"/>
                <w:b/>
                <w:sz w:val="20"/>
                <w:lang w:val="pt-BR"/>
              </w:rPr>
              <w:t xml:space="preserve"> isolante Standard </w:t>
            </w:r>
            <w:proofErr w:type="spellStart"/>
            <w:r w:rsidR="00477F1C" w:rsidRPr="00477F1C">
              <w:rPr>
                <w:rFonts w:ascii="Poppins" w:hAnsi="Poppins" w:cs="Poppins"/>
                <w:b/>
                <w:sz w:val="20"/>
                <w:lang w:val="pt-BR"/>
              </w:rPr>
              <w:t>Floor</w:t>
            </w:r>
            <w:proofErr w:type="spellEnd"/>
            <w:r w:rsidR="00477F1C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477F1C" w:rsidRPr="00477F1C">
              <w:rPr>
                <w:rFonts w:ascii="Poppins" w:hAnsi="Poppins" w:cs="Poppins"/>
                <w:b/>
                <w:sz w:val="20"/>
                <w:lang w:val="pt-BR"/>
              </w:rPr>
              <w:t>H30 CAM</w:t>
            </w:r>
            <w:r w:rsidR="00477F1C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477F1C" w:rsidRPr="00477F1C">
              <w:rPr>
                <w:rFonts w:ascii="Poppins" w:hAnsi="Poppins" w:cs="Poppins"/>
                <w:b/>
                <w:sz w:val="20"/>
                <w:lang w:val="pt-BR"/>
              </w:rPr>
              <w:t>(Conf. 6,6 m2)</w:t>
            </w:r>
            <w:r w:rsidR="00477F1C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o equivalente.</w:t>
            </w:r>
          </w:p>
        </w:tc>
      </w:tr>
      <w:tr w:rsidR="007F363B" w:rsidRPr="004C6F17" w14:paraId="7F0C97AD" w14:textId="77777777" w:rsidTr="00FD02BC">
        <w:tc>
          <w:tcPr>
            <w:tcW w:w="1311" w:type="dxa"/>
          </w:tcPr>
          <w:p w14:paraId="18E08D68" w14:textId="77777777" w:rsidR="007F363B" w:rsidRPr="0006784D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lastRenderedPageBreak/>
              <w:t>28134062</w:t>
            </w:r>
          </w:p>
        </w:tc>
        <w:tc>
          <w:tcPr>
            <w:tcW w:w="2086" w:type="dxa"/>
          </w:tcPr>
          <w:p w14:paraId="217FAC61" w14:textId="77777777" w:rsidR="007A4C99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isolante Standard Floor</w:t>
            </w:r>
          </w:p>
          <w:p w14:paraId="239E2AA3" w14:textId="192E5500" w:rsidR="007F363B" w:rsidRDefault="007F363B" w:rsidP="007F363B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H40</w:t>
            </w:r>
          </w:p>
          <w:p w14:paraId="799D973C" w14:textId="339587BB" w:rsidR="00CC1AC9" w:rsidRPr="0006784D" w:rsidRDefault="00CC1AC9" w:rsidP="007F363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 w:rsidR="007D2AD7">
              <w:rPr>
                <w:rFonts w:ascii="Poppins" w:hAnsi="Poppins" w:cs="Poppins"/>
                <w:sz w:val="20"/>
              </w:rPr>
              <w:t>5,28 m2)</w:t>
            </w:r>
          </w:p>
        </w:tc>
        <w:tc>
          <w:tcPr>
            <w:tcW w:w="6101" w:type="dxa"/>
          </w:tcPr>
          <w:p w14:paraId="71E1C294" w14:textId="77777777" w:rsidR="00724D3C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in polistirene espanso tipo EPS, certificato come da Regolamento (UE) N.305/2011, con incastri perimetrali maschio – femmina a forma cilindrica e rivestito da un film termoformato, con accoppiamento a caldo, in polistirene rigido spessore 0,16 mm.</w:t>
            </w:r>
          </w:p>
          <w:p w14:paraId="3D193323" w14:textId="77777777" w:rsidR="00724D3C" w:rsidRDefault="00724D3C" w:rsidP="007F363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3DA661" w14:textId="77777777" w:rsidR="00724D3C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5C19CE7A" w14:textId="3C163EF1" w:rsidR="00724D3C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Densità 30 kg/m</w:t>
            </w:r>
            <w:r w:rsidR="00724D3C"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>, resistenza termica RD 1</w:t>
            </w:r>
            <w:r w:rsidR="007D2AD7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0 m</w:t>
            </w:r>
            <w:r w:rsidR="00724D3C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40 mm e spessore totale 68 mm.</w:t>
            </w:r>
          </w:p>
          <w:p w14:paraId="027DB21D" w14:textId="77777777" w:rsidR="00724D3C" w:rsidRDefault="007F363B" w:rsidP="007F363B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2DBFCB70" w14:textId="1090DC7D" w:rsidR="007F363B" w:rsidRPr="0006784D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Dimensioni (mm) 1100x600x68, confezione da 5</w:t>
            </w:r>
            <w:r w:rsidR="007D2AD7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28 m</w:t>
            </w:r>
            <w:r w:rsidR="00724D3C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31EC5E3B" w14:textId="77777777" w:rsidR="007F363B" w:rsidRPr="0006784D" w:rsidRDefault="007F363B" w:rsidP="007F363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3E7CF67" w14:textId="4EAC7C51" w:rsidR="007F363B" w:rsidRPr="0006784D" w:rsidRDefault="007F363B" w:rsidP="007D2AD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06784D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D2AD7" w:rsidRPr="007D2AD7">
              <w:rPr>
                <w:rFonts w:ascii="Poppins" w:hAnsi="Poppins" w:cs="Poppins"/>
                <w:b/>
                <w:sz w:val="20"/>
              </w:rPr>
              <w:t xml:space="preserve">Pannello isolante Standard </w:t>
            </w:r>
            <w:proofErr w:type="spellStart"/>
            <w:r w:rsidR="007D2AD7" w:rsidRPr="007D2AD7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7D2AD7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D2AD7" w:rsidRPr="007D2AD7">
              <w:rPr>
                <w:rFonts w:ascii="Poppins" w:hAnsi="Poppins" w:cs="Poppins"/>
                <w:b/>
                <w:sz w:val="20"/>
              </w:rPr>
              <w:t>H40</w:t>
            </w:r>
            <w:r w:rsidR="007D2AD7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D2AD7" w:rsidRPr="007D2AD7">
              <w:rPr>
                <w:rFonts w:ascii="Poppins" w:hAnsi="Poppins" w:cs="Poppins"/>
                <w:b/>
                <w:sz w:val="20"/>
              </w:rPr>
              <w:t>(Conf. 5,28 m2)</w:t>
            </w:r>
            <w:r w:rsidR="007D2AD7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06784D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24D3C" w:rsidRPr="004C6F17" w14:paraId="36B5FA3E" w14:textId="77777777" w:rsidTr="00FD02BC">
        <w:tc>
          <w:tcPr>
            <w:tcW w:w="1311" w:type="dxa"/>
          </w:tcPr>
          <w:p w14:paraId="3669F8C0" w14:textId="3414CF83" w:rsidR="00724D3C" w:rsidRPr="0006784D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28134</w:t>
            </w:r>
            <w:r>
              <w:rPr>
                <w:rFonts w:ascii="Poppins" w:hAnsi="Poppins" w:cs="Poppins"/>
                <w:sz w:val="20"/>
              </w:rPr>
              <w:t>176</w:t>
            </w:r>
          </w:p>
        </w:tc>
        <w:tc>
          <w:tcPr>
            <w:tcW w:w="2086" w:type="dxa"/>
          </w:tcPr>
          <w:p w14:paraId="7D86E1E7" w14:textId="77777777" w:rsidR="001F5A28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isolante Standard Floor</w:t>
            </w:r>
          </w:p>
          <w:p w14:paraId="31D348C5" w14:textId="442293A4" w:rsidR="00724D3C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H40</w:t>
            </w:r>
            <w:r>
              <w:rPr>
                <w:rFonts w:ascii="Poppins" w:hAnsi="Poppins" w:cs="Poppins"/>
                <w:sz w:val="20"/>
              </w:rPr>
              <w:t xml:space="preserve"> CAM</w:t>
            </w:r>
          </w:p>
          <w:p w14:paraId="1A78B44B" w14:textId="518BD93D" w:rsidR="007A4C99" w:rsidRPr="0006784D" w:rsidRDefault="007A4C99" w:rsidP="00724D3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5,28 m2)</w:t>
            </w:r>
          </w:p>
        </w:tc>
        <w:tc>
          <w:tcPr>
            <w:tcW w:w="6101" w:type="dxa"/>
          </w:tcPr>
          <w:p w14:paraId="6008905B" w14:textId="77777777" w:rsidR="002C0250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in polistirene espanso tipo EPS, certificato come da Regolamento (UE) N.305/2011, con incastri perimetrali maschio – femmina a forma cilindrica e rivestito da un film termoformato, con accoppiamento a caldo, in polistirene rigido spessore 0,16 mm.</w:t>
            </w:r>
          </w:p>
          <w:p w14:paraId="7B9B6926" w14:textId="77777777" w:rsidR="002C0250" w:rsidRDefault="002C0250" w:rsidP="00724D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93BFC4" w14:textId="77777777" w:rsidR="002C0250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E611730" w14:textId="46F86BCA" w:rsidR="002C0250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Densità 30 kg/m</w:t>
            </w:r>
            <w:r w:rsidR="002C0250"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>, resistenza termica RD 1</w:t>
            </w:r>
            <w:r w:rsidR="007A4C99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0 m</w:t>
            </w:r>
            <w:r w:rsidR="002C0250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40 mm e spessore totale 68 mm.</w:t>
            </w:r>
          </w:p>
          <w:p w14:paraId="4FD2EB50" w14:textId="77777777" w:rsidR="002C0250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7A4FC3E3" w14:textId="67D32D9D" w:rsidR="00724D3C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Dimensioni (mm) 1100x600x68, confezione da 5</w:t>
            </w:r>
            <w:r w:rsidR="007A4C99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28 m</w:t>
            </w:r>
            <w:r w:rsidR="002C0250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611AE375" w14:textId="77777777" w:rsidR="00724D3C" w:rsidRDefault="00724D3C" w:rsidP="00724D3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F94F36B" w14:textId="77777777" w:rsidR="00724D3C" w:rsidRPr="00950A0B" w:rsidRDefault="00724D3C" w:rsidP="00724D3C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950A0B">
              <w:rPr>
                <w:rFonts w:ascii="Poppins" w:hAnsi="Poppins" w:cs="Poppins"/>
                <w:bCs/>
                <w:sz w:val="20"/>
              </w:rPr>
              <w:t>Pannello conforme CAM (Criteri Ambientali Minimi).</w:t>
            </w:r>
          </w:p>
          <w:p w14:paraId="704B29A2" w14:textId="77777777" w:rsidR="00724D3C" w:rsidRPr="0006784D" w:rsidRDefault="00724D3C" w:rsidP="00724D3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A97338" w14:textId="7B6406FD" w:rsidR="00724D3C" w:rsidRPr="0006784D" w:rsidRDefault="00724D3C" w:rsidP="007A4C99">
            <w:pPr>
              <w:jc w:val="both"/>
              <w:rPr>
                <w:rFonts w:ascii="Poppins" w:hAnsi="Poppins" w:cs="Poppins"/>
                <w:sz w:val="20"/>
              </w:rPr>
            </w:pP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Marca Emmeti – </w:t>
            </w:r>
            <w:proofErr w:type="spellStart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Modello</w:t>
            </w:r>
            <w:proofErr w:type="spellEnd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proofErr w:type="spellStart"/>
            <w:r w:rsidR="007A4C99" w:rsidRPr="007A4C99">
              <w:rPr>
                <w:rFonts w:ascii="Poppins" w:hAnsi="Poppins" w:cs="Poppins"/>
                <w:b/>
                <w:sz w:val="20"/>
                <w:lang w:val="pt-BR"/>
              </w:rPr>
              <w:t>Pannello</w:t>
            </w:r>
            <w:proofErr w:type="spellEnd"/>
            <w:r w:rsidR="007A4C99" w:rsidRPr="007A4C99">
              <w:rPr>
                <w:rFonts w:ascii="Poppins" w:hAnsi="Poppins" w:cs="Poppins"/>
                <w:b/>
                <w:sz w:val="20"/>
                <w:lang w:val="pt-BR"/>
              </w:rPr>
              <w:t xml:space="preserve"> isolante Standard </w:t>
            </w:r>
            <w:proofErr w:type="spellStart"/>
            <w:r w:rsidR="007A4C99" w:rsidRPr="007A4C99">
              <w:rPr>
                <w:rFonts w:ascii="Poppins" w:hAnsi="Poppins" w:cs="Poppins"/>
                <w:b/>
                <w:sz w:val="20"/>
                <w:lang w:val="pt-BR"/>
              </w:rPr>
              <w:t>Floor</w:t>
            </w:r>
            <w:proofErr w:type="spellEnd"/>
            <w:r w:rsidR="007A4C99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7A4C99" w:rsidRPr="007A4C99">
              <w:rPr>
                <w:rFonts w:ascii="Poppins" w:hAnsi="Poppins" w:cs="Poppins"/>
                <w:b/>
                <w:sz w:val="20"/>
                <w:lang w:val="pt-BR"/>
              </w:rPr>
              <w:t>H40 CAM</w:t>
            </w:r>
            <w:r w:rsidR="007A4C99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7A4C99" w:rsidRPr="007A4C99">
              <w:rPr>
                <w:rFonts w:ascii="Poppins" w:hAnsi="Poppins" w:cs="Poppins"/>
                <w:b/>
                <w:sz w:val="20"/>
                <w:lang w:val="pt-BR"/>
              </w:rPr>
              <w:t>(Conf. 5,28 m2)</w:t>
            </w:r>
            <w:r w:rsidR="007A4C99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o equivalente.</w:t>
            </w:r>
          </w:p>
        </w:tc>
      </w:tr>
      <w:tr w:rsidR="00724D3C" w:rsidRPr="004C6F17" w14:paraId="33825701" w14:textId="77777777" w:rsidTr="00FD02BC">
        <w:tc>
          <w:tcPr>
            <w:tcW w:w="1311" w:type="dxa"/>
          </w:tcPr>
          <w:p w14:paraId="2123D251" w14:textId="77777777" w:rsidR="00724D3C" w:rsidRPr="0006784D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28130093</w:t>
            </w:r>
          </w:p>
        </w:tc>
        <w:tc>
          <w:tcPr>
            <w:tcW w:w="2086" w:type="dxa"/>
          </w:tcPr>
          <w:p w14:paraId="3A42D4A7" w14:textId="77777777" w:rsidR="00527F9E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isolante Standard Floor</w:t>
            </w:r>
          </w:p>
          <w:p w14:paraId="03644AE2" w14:textId="116712A4" w:rsidR="00724D3C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lastRenderedPageBreak/>
              <w:t>H50</w:t>
            </w:r>
          </w:p>
          <w:p w14:paraId="76483AAD" w14:textId="4EFB514F" w:rsidR="00C45821" w:rsidRPr="0006784D" w:rsidRDefault="00C45821" w:rsidP="00724D3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4,62 m2)</w:t>
            </w:r>
          </w:p>
        </w:tc>
        <w:tc>
          <w:tcPr>
            <w:tcW w:w="6101" w:type="dxa"/>
          </w:tcPr>
          <w:p w14:paraId="71D7C018" w14:textId="77777777" w:rsidR="00B44BA0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lastRenderedPageBreak/>
              <w:t xml:space="preserve">Pannello in polistirene espanso tipo EPS, certificato come da Regolamento (UE) N.305/2011, con incastri perimetrali </w:t>
            </w:r>
            <w:r w:rsidRPr="0006784D">
              <w:rPr>
                <w:rFonts w:ascii="Poppins" w:hAnsi="Poppins" w:cs="Poppins"/>
                <w:sz w:val="20"/>
              </w:rPr>
              <w:lastRenderedPageBreak/>
              <w:t>maschio – femmina a forma cilindrica e rivestito da un film termoformato, con accoppiamento a caldo, in polistirene rigido spessore 0,16 mm.</w:t>
            </w:r>
          </w:p>
          <w:p w14:paraId="77C8A7A6" w14:textId="77777777" w:rsidR="00B44BA0" w:rsidRDefault="00B44BA0" w:rsidP="00724D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3714B38" w14:textId="77777777" w:rsidR="00B44BA0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959D3C6" w14:textId="101239A5" w:rsidR="00B44BA0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Densità 30 kg/m</w:t>
            </w:r>
            <w:r w:rsidR="00B44BA0"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>, resistenza termica RD 1</w:t>
            </w:r>
            <w:r w:rsidR="00C45821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5</w:t>
            </w:r>
            <w:r>
              <w:rPr>
                <w:rFonts w:ascii="Poppins" w:hAnsi="Poppins" w:cs="Poppins"/>
                <w:sz w:val="20"/>
              </w:rPr>
              <w:t>0</w:t>
            </w:r>
            <w:r w:rsidRPr="0006784D">
              <w:rPr>
                <w:rFonts w:ascii="Poppins" w:hAnsi="Poppins" w:cs="Poppins"/>
                <w:sz w:val="20"/>
              </w:rPr>
              <w:t xml:space="preserve"> m</w:t>
            </w:r>
            <w:r w:rsidR="00B44BA0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50 mm e spessore totale 78 mm.</w:t>
            </w:r>
          </w:p>
          <w:p w14:paraId="3DD2D208" w14:textId="77777777" w:rsidR="00B44BA0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4BFFE31A" w14:textId="40AAD1CF" w:rsidR="00724D3C" w:rsidRPr="0006784D" w:rsidRDefault="00724D3C" w:rsidP="00724D3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Dimensioni (mm) 1100x600x78, confezione da 4</w:t>
            </w:r>
            <w:r w:rsidR="00C45821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62 m</w:t>
            </w:r>
            <w:r w:rsidR="00B44BA0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32B837C9" w14:textId="77777777" w:rsidR="00724D3C" w:rsidRPr="0006784D" w:rsidRDefault="00724D3C" w:rsidP="00724D3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040DD9A" w14:textId="0E22AAD9" w:rsidR="00724D3C" w:rsidRPr="0006784D" w:rsidRDefault="00724D3C" w:rsidP="00C4582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06784D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C45821" w:rsidRPr="00C45821">
              <w:rPr>
                <w:rFonts w:ascii="Poppins" w:hAnsi="Poppins" w:cs="Poppins"/>
                <w:b/>
                <w:sz w:val="20"/>
              </w:rPr>
              <w:t xml:space="preserve">Pannello isolante Standard </w:t>
            </w:r>
            <w:proofErr w:type="spellStart"/>
            <w:r w:rsidR="00C45821" w:rsidRPr="00C45821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C45821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C45821" w:rsidRPr="00C45821">
              <w:rPr>
                <w:rFonts w:ascii="Poppins" w:hAnsi="Poppins" w:cs="Poppins"/>
                <w:b/>
                <w:sz w:val="20"/>
              </w:rPr>
              <w:t>H50</w:t>
            </w:r>
            <w:r w:rsidR="00C45821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C45821" w:rsidRPr="00C45821">
              <w:rPr>
                <w:rFonts w:ascii="Poppins" w:hAnsi="Poppins" w:cs="Poppins"/>
                <w:b/>
                <w:sz w:val="20"/>
              </w:rPr>
              <w:t>(Conf. 4,62 m2)</w:t>
            </w:r>
            <w:r w:rsidR="00C45821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06784D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24D3C" w:rsidRPr="004C6F17" w14:paraId="326FF281" w14:textId="77777777" w:rsidTr="00FD02BC">
        <w:tc>
          <w:tcPr>
            <w:tcW w:w="1311" w:type="dxa"/>
          </w:tcPr>
          <w:p w14:paraId="1A45C8E0" w14:textId="5B04D410" w:rsidR="00724D3C" w:rsidRPr="0006784D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4178</w:t>
            </w:r>
          </w:p>
        </w:tc>
        <w:tc>
          <w:tcPr>
            <w:tcW w:w="2086" w:type="dxa"/>
          </w:tcPr>
          <w:p w14:paraId="08CA1A8B" w14:textId="77777777" w:rsidR="00527F9E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isolante Standard Floor</w:t>
            </w:r>
          </w:p>
          <w:p w14:paraId="5220B105" w14:textId="77777777" w:rsidR="00724D3C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H50</w:t>
            </w:r>
            <w:r>
              <w:rPr>
                <w:rFonts w:ascii="Poppins" w:hAnsi="Poppins" w:cs="Poppins"/>
                <w:sz w:val="20"/>
              </w:rPr>
              <w:t xml:space="preserve"> CAM</w:t>
            </w:r>
          </w:p>
          <w:p w14:paraId="0237FB9E" w14:textId="03AFC161" w:rsidR="00527F9E" w:rsidRPr="0006784D" w:rsidRDefault="00527F9E" w:rsidP="00724D3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 w:rsidR="00E36693">
              <w:rPr>
                <w:rFonts w:ascii="Poppins" w:hAnsi="Poppins" w:cs="Poppins"/>
                <w:sz w:val="20"/>
              </w:rPr>
              <w:t>4,62</w:t>
            </w:r>
            <w:r>
              <w:rPr>
                <w:rFonts w:ascii="Poppins" w:hAnsi="Poppins" w:cs="Poppins"/>
                <w:sz w:val="20"/>
              </w:rPr>
              <w:t xml:space="preserve"> m2)</w:t>
            </w:r>
          </w:p>
        </w:tc>
        <w:tc>
          <w:tcPr>
            <w:tcW w:w="6101" w:type="dxa"/>
          </w:tcPr>
          <w:p w14:paraId="4017FC4F" w14:textId="77777777" w:rsidR="00130F9E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in polistirene espanso tipo EPS, certificato come da Regolamento (UE) N.305/2011, con incastri perimetrali maschio – femmina a forma cilindrica e rivestito da un film termoformato, con accoppiamento a caldo, in polistirene rigido spessore 0,16 mm.</w:t>
            </w:r>
          </w:p>
          <w:p w14:paraId="15D072D5" w14:textId="77777777" w:rsidR="00130F9E" w:rsidRDefault="00130F9E" w:rsidP="00724D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58D699" w14:textId="77777777" w:rsidR="00130F9E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40D5CE20" w14:textId="76410405" w:rsidR="00130F9E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Densità 30 kg/m</w:t>
            </w:r>
            <w:r w:rsidR="00130F9E"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>, resistenza termica RD 1</w:t>
            </w:r>
            <w:r w:rsidR="00527F9E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5</w:t>
            </w:r>
            <w:r>
              <w:rPr>
                <w:rFonts w:ascii="Poppins" w:hAnsi="Poppins" w:cs="Poppins"/>
                <w:sz w:val="20"/>
              </w:rPr>
              <w:t>0</w:t>
            </w:r>
            <w:r w:rsidRPr="0006784D">
              <w:rPr>
                <w:rFonts w:ascii="Poppins" w:hAnsi="Poppins" w:cs="Poppins"/>
                <w:sz w:val="20"/>
              </w:rPr>
              <w:t xml:space="preserve"> m</w:t>
            </w:r>
            <w:r w:rsidR="00130F9E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50 mm e spessore totale 78 mm.</w:t>
            </w:r>
          </w:p>
          <w:p w14:paraId="4494F40C" w14:textId="77777777" w:rsidR="00130F9E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68F8D113" w14:textId="69CBC396" w:rsidR="00724D3C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Dimensioni (mm) 1100x600x78, confezione da 4</w:t>
            </w:r>
            <w:r w:rsidR="00527F9E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62 m</w:t>
            </w:r>
            <w:r w:rsidR="00130F9E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2C79C069" w14:textId="77777777" w:rsidR="00724D3C" w:rsidRDefault="00724D3C" w:rsidP="00724D3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5D7554F" w14:textId="77777777" w:rsidR="00724D3C" w:rsidRPr="00950A0B" w:rsidRDefault="00724D3C" w:rsidP="00724D3C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950A0B">
              <w:rPr>
                <w:rFonts w:ascii="Poppins" w:hAnsi="Poppins" w:cs="Poppins"/>
                <w:bCs/>
                <w:sz w:val="20"/>
              </w:rPr>
              <w:t>Pannello conforme CAM (Criteri Ambientali Minimi).</w:t>
            </w:r>
          </w:p>
          <w:p w14:paraId="40F09762" w14:textId="77777777" w:rsidR="00724D3C" w:rsidRPr="0006784D" w:rsidRDefault="00724D3C" w:rsidP="00724D3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8BC7F64" w14:textId="0D201EAE" w:rsidR="00724D3C" w:rsidRPr="00527F9E" w:rsidRDefault="00724D3C" w:rsidP="00527F9E">
            <w:pPr>
              <w:jc w:val="both"/>
              <w:rPr>
                <w:rFonts w:ascii="Poppins" w:hAnsi="Poppins" w:cs="Poppins"/>
                <w:b/>
                <w:sz w:val="20"/>
                <w:lang w:val="pt-BR"/>
              </w:rPr>
            </w:pP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Marca Emmeti – </w:t>
            </w:r>
            <w:proofErr w:type="spellStart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Modello</w:t>
            </w:r>
            <w:proofErr w:type="spellEnd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proofErr w:type="spellStart"/>
            <w:r w:rsidR="00527F9E" w:rsidRPr="00527F9E">
              <w:rPr>
                <w:rFonts w:ascii="Poppins" w:hAnsi="Poppins" w:cs="Poppins"/>
                <w:b/>
                <w:sz w:val="20"/>
                <w:lang w:val="pt-BR"/>
              </w:rPr>
              <w:t>Pannello</w:t>
            </w:r>
            <w:proofErr w:type="spellEnd"/>
            <w:r w:rsidR="00527F9E" w:rsidRPr="00527F9E">
              <w:rPr>
                <w:rFonts w:ascii="Poppins" w:hAnsi="Poppins" w:cs="Poppins"/>
                <w:b/>
                <w:sz w:val="20"/>
                <w:lang w:val="pt-BR"/>
              </w:rPr>
              <w:t xml:space="preserve"> isolante Standard </w:t>
            </w:r>
            <w:proofErr w:type="spellStart"/>
            <w:r w:rsidR="00527F9E" w:rsidRPr="00527F9E">
              <w:rPr>
                <w:rFonts w:ascii="Poppins" w:hAnsi="Poppins" w:cs="Poppins"/>
                <w:b/>
                <w:sz w:val="20"/>
                <w:lang w:val="pt-BR"/>
              </w:rPr>
              <w:t>Floor</w:t>
            </w:r>
            <w:proofErr w:type="spellEnd"/>
            <w:r w:rsidR="00527F9E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527F9E" w:rsidRPr="00527F9E">
              <w:rPr>
                <w:rFonts w:ascii="Poppins" w:hAnsi="Poppins" w:cs="Poppins"/>
                <w:b/>
                <w:sz w:val="20"/>
                <w:lang w:val="pt-BR"/>
              </w:rPr>
              <w:t>H50 CAM</w:t>
            </w:r>
            <w:r w:rsidR="00527F9E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527F9E" w:rsidRPr="00527F9E">
              <w:rPr>
                <w:rFonts w:ascii="Poppins" w:hAnsi="Poppins" w:cs="Poppins"/>
                <w:b/>
                <w:sz w:val="20"/>
                <w:lang w:val="pt-BR"/>
              </w:rPr>
              <w:t xml:space="preserve">(Conf. </w:t>
            </w:r>
            <w:r w:rsidR="00E36693">
              <w:rPr>
                <w:rFonts w:ascii="Poppins" w:hAnsi="Poppins" w:cs="Poppins"/>
                <w:b/>
                <w:sz w:val="20"/>
                <w:lang w:val="pt-BR"/>
              </w:rPr>
              <w:t xml:space="preserve">4,62 </w:t>
            </w:r>
            <w:r w:rsidR="00527F9E" w:rsidRPr="00527F9E">
              <w:rPr>
                <w:rFonts w:ascii="Poppins" w:hAnsi="Poppins" w:cs="Poppins"/>
                <w:b/>
                <w:sz w:val="20"/>
                <w:lang w:val="pt-BR"/>
              </w:rPr>
              <w:t>m2)</w:t>
            </w:r>
            <w:r w:rsidR="00527F9E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o equivalente.</w:t>
            </w:r>
          </w:p>
        </w:tc>
      </w:tr>
      <w:tr w:rsidR="00724D3C" w:rsidRPr="004C6F17" w14:paraId="3BE24813" w14:textId="77777777" w:rsidTr="00FD02BC">
        <w:tc>
          <w:tcPr>
            <w:tcW w:w="1311" w:type="dxa"/>
          </w:tcPr>
          <w:p w14:paraId="2A509715" w14:textId="77777777" w:rsidR="00724D3C" w:rsidRPr="0006784D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28134064</w:t>
            </w:r>
          </w:p>
        </w:tc>
        <w:tc>
          <w:tcPr>
            <w:tcW w:w="2086" w:type="dxa"/>
          </w:tcPr>
          <w:p w14:paraId="65357F51" w14:textId="77777777" w:rsidR="0017687C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isolante Standard Floor</w:t>
            </w:r>
          </w:p>
          <w:p w14:paraId="357CD164" w14:textId="4B5A6084" w:rsidR="00724D3C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H60</w:t>
            </w:r>
          </w:p>
          <w:p w14:paraId="70C0D2AC" w14:textId="2B45F10C" w:rsidR="00FB59BD" w:rsidRPr="0006784D" w:rsidRDefault="009666BC" w:rsidP="00724D3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3,96 m2)</w:t>
            </w:r>
          </w:p>
        </w:tc>
        <w:tc>
          <w:tcPr>
            <w:tcW w:w="6101" w:type="dxa"/>
          </w:tcPr>
          <w:p w14:paraId="780BD49A" w14:textId="77777777" w:rsidR="00563594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in polistirene espanso tipo EPS, certificato come da Regolamento (UE) N.305/2011, con incastri perimetrali maschio – femmina a forma cilindrica e rivestito da un film termoformato, con accoppiamento a caldo, in polistirene rigido spessore 0,16 mm.</w:t>
            </w:r>
          </w:p>
          <w:p w14:paraId="2F29F747" w14:textId="77777777" w:rsidR="00563594" w:rsidRDefault="00563594" w:rsidP="00724D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BCE460" w14:textId="77777777" w:rsidR="00563594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68AA9565" w14:textId="364D0C9D" w:rsidR="00563594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Densità 30 kg/m</w:t>
            </w:r>
            <w:r w:rsidR="00563594"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 xml:space="preserve">, resistenza termica RD </w:t>
            </w:r>
            <w:r>
              <w:rPr>
                <w:rFonts w:ascii="Poppins" w:hAnsi="Poppins" w:cs="Poppins"/>
                <w:sz w:val="20"/>
              </w:rPr>
              <w:t>1</w:t>
            </w:r>
            <w:r w:rsidR="009666BC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8</w:t>
            </w:r>
            <w:r w:rsidRPr="0006784D">
              <w:rPr>
                <w:rFonts w:ascii="Poppins" w:hAnsi="Poppins" w:cs="Poppins"/>
                <w:sz w:val="20"/>
              </w:rPr>
              <w:t>5 m</w:t>
            </w:r>
            <w:r w:rsidR="00563594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60 mm e spessore totale 88 mm.</w:t>
            </w:r>
          </w:p>
          <w:p w14:paraId="01D768D2" w14:textId="77777777" w:rsidR="00563594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305F0CB7" w14:textId="72CEC7AB" w:rsidR="00724D3C" w:rsidRPr="0006784D" w:rsidRDefault="00724D3C" w:rsidP="00724D3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Dimensioni (mm) 1100x600x88, confezione da 3</w:t>
            </w:r>
            <w:r w:rsidR="009666BC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96 m</w:t>
            </w:r>
            <w:r w:rsidR="00563594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4977A89D" w14:textId="77777777" w:rsidR="00724D3C" w:rsidRPr="0006784D" w:rsidRDefault="00724D3C" w:rsidP="00724D3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E8C6A9A" w14:textId="39CE1078" w:rsidR="00724D3C" w:rsidRPr="0006784D" w:rsidRDefault="00724D3C" w:rsidP="009666B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6784D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06784D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9666BC" w:rsidRPr="009666BC">
              <w:rPr>
                <w:rFonts w:ascii="Poppins" w:hAnsi="Poppins" w:cs="Poppins"/>
                <w:b/>
                <w:sz w:val="20"/>
              </w:rPr>
              <w:t xml:space="preserve">Pannello isolante Standard </w:t>
            </w:r>
            <w:proofErr w:type="spellStart"/>
            <w:r w:rsidR="009666BC" w:rsidRPr="009666BC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9666BC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9666BC" w:rsidRPr="009666BC">
              <w:rPr>
                <w:rFonts w:ascii="Poppins" w:hAnsi="Poppins" w:cs="Poppins"/>
                <w:b/>
                <w:sz w:val="20"/>
              </w:rPr>
              <w:t>H60</w:t>
            </w:r>
            <w:r w:rsidR="009666BC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9666BC" w:rsidRPr="009666BC">
              <w:rPr>
                <w:rFonts w:ascii="Poppins" w:hAnsi="Poppins" w:cs="Poppins"/>
                <w:b/>
                <w:sz w:val="20"/>
              </w:rPr>
              <w:t>(Conf. 3,96 m2)</w:t>
            </w:r>
            <w:r w:rsidR="009666BC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06784D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24D3C" w:rsidRPr="004A64AF" w14:paraId="50023F1B" w14:textId="77777777" w:rsidTr="00FD02BC">
        <w:tc>
          <w:tcPr>
            <w:tcW w:w="1311" w:type="dxa"/>
          </w:tcPr>
          <w:p w14:paraId="6D4EF341" w14:textId="2C1FC7FA" w:rsidR="00724D3C" w:rsidRPr="0006784D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lastRenderedPageBreak/>
              <w:t>28134</w:t>
            </w:r>
            <w:r>
              <w:rPr>
                <w:rFonts w:ascii="Poppins" w:hAnsi="Poppins" w:cs="Poppins"/>
                <w:sz w:val="20"/>
              </w:rPr>
              <w:t>180</w:t>
            </w:r>
          </w:p>
        </w:tc>
        <w:tc>
          <w:tcPr>
            <w:tcW w:w="2086" w:type="dxa"/>
          </w:tcPr>
          <w:p w14:paraId="3576E46B" w14:textId="77777777" w:rsidR="00D020CF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isolante Standard Floor</w:t>
            </w:r>
          </w:p>
          <w:p w14:paraId="4F08BA25" w14:textId="75E6E1F1" w:rsidR="00724D3C" w:rsidRDefault="00724D3C" w:rsidP="00724D3C">
            <w:pPr>
              <w:jc w:val="center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H60</w:t>
            </w:r>
            <w:r>
              <w:rPr>
                <w:rFonts w:ascii="Poppins" w:hAnsi="Poppins" w:cs="Poppins"/>
                <w:sz w:val="20"/>
              </w:rPr>
              <w:t xml:space="preserve"> CAM</w:t>
            </w:r>
          </w:p>
          <w:p w14:paraId="08D6F7B5" w14:textId="1095CA11" w:rsidR="00F96ACA" w:rsidRPr="0006784D" w:rsidRDefault="00F96ACA" w:rsidP="00724D3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3,96 m2)</w:t>
            </w:r>
          </w:p>
        </w:tc>
        <w:tc>
          <w:tcPr>
            <w:tcW w:w="6101" w:type="dxa"/>
          </w:tcPr>
          <w:p w14:paraId="17F742C8" w14:textId="77777777" w:rsidR="003F49EA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Pannello in polistirene espanso tipo EPS, certificato come da Regolamento (UE) N.305/2011, con incastri perimetrali maschio – femmina a forma cilindrica e rivestito da un film termoformato, con accoppiamento a caldo, in polistirene rigido spessore 0,16 mm.</w:t>
            </w:r>
          </w:p>
          <w:p w14:paraId="60F53462" w14:textId="77777777" w:rsidR="003F49EA" w:rsidRDefault="003F49EA" w:rsidP="00724D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5D833B" w14:textId="77777777" w:rsidR="003F49EA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6D395D1D" w14:textId="4226B057" w:rsidR="003F49EA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Densità 30 kg/m</w:t>
            </w:r>
            <w:r w:rsidR="003F49EA">
              <w:rPr>
                <w:rFonts w:ascii="Poppins" w:hAnsi="Poppins" w:cs="Poppins"/>
                <w:sz w:val="20"/>
              </w:rPr>
              <w:t>3</w:t>
            </w:r>
            <w:r w:rsidRPr="0006784D">
              <w:rPr>
                <w:rFonts w:ascii="Poppins" w:hAnsi="Poppins" w:cs="Poppins"/>
                <w:sz w:val="20"/>
              </w:rPr>
              <w:t xml:space="preserve">, resistenza termica RD </w:t>
            </w:r>
            <w:r>
              <w:rPr>
                <w:rFonts w:ascii="Poppins" w:hAnsi="Poppins" w:cs="Poppins"/>
                <w:sz w:val="20"/>
              </w:rPr>
              <w:t>1</w:t>
            </w:r>
            <w:r w:rsidR="00797AE4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8</w:t>
            </w:r>
            <w:r w:rsidRPr="0006784D">
              <w:rPr>
                <w:rFonts w:ascii="Poppins" w:hAnsi="Poppins" w:cs="Poppins"/>
                <w:sz w:val="20"/>
              </w:rPr>
              <w:t>5 m</w:t>
            </w:r>
            <w:r w:rsidR="003F49EA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K/W, spessore lastra 60 mm e spessore totale 88 mm.</w:t>
            </w:r>
          </w:p>
          <w:p w14:paraId="1A4FBADA" w14:textId="77777777" w:rsidR="003F49EA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62050743" w14:textId="5660A0F6" w:rsidR="00724D3C" w:rsidRDefault="00724D3C" w:rsidP="00724D3C">
            <w:pPr>
              <w:jc w:val="both"/>
              <w:rPr>
                <w:rFonts w:ascii="Poppins" w:hAnsi="Poppins" w:cs="Poppins"/>
                <w:sz w:val="20"/>
              </w:rPr>
            </w:pPr>
            <w:r w:rsidRPr="0006784D">
              <w:rPr>
                <w:rFonts w:ascii="Poppins" w:hAnsi="Poppins" w:cs="Poppins"/>
                <w:sz w:val="20"/>
              </w:rPr>
              <w:t>Dimensioni (mm) 1100x600x88, confezione da 3</w:t>
            </w:r>
            <w:r w:rsidR="00797AE4">
              <w:rPr>
                <w:rFonts w:ascii="Poppins" w:hAnsi="Poppins" w:cs="Poppins"/>
                <w:sz w:val="20"/>
              </w:rPr>
              <w:t>,</w:t>
            </w:r>
            <w:r w:rsidRPr="0006784D">
              <w:rPr>
                <w:rFonts w:ascii="Poppins" w:hAnsi="Poppins" w:cs="Poppins"/>
                <w:sz w:val="20"/>
              </w:rPr>
              <w:t>96 m</w:t>
            </w:r>
            <w:r w:rsidR="003F49EA">
              <w:rPr>
                <w:rFonts w:ascii="Poppins" w:hAnsi="Poppins" w:cs="Poppins"/>
                <w:sz w:val="20"/>
              </w:rPr>
              <w:t>2</w:t>
            </w:r>
            <w:r w:rsidRPr="0006784D">
              <w:rPr>
                <w:rFonts w:ascii="Poppins" w:hAnsi="Poppins" w:cs="Poppins"/>
                <w:sz w:val="20"/>
              </w:rPr>
              <w:t>.</w:t>
            </w:r>
          </w:p>
          <w:p w14:paraId="19E957A5" w14:textId="413D87B1" w:rsidR="00724D3C" w:rsidRDefault="00724D3C" w:rsidP="00724D3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08B7015" w14:textId="63A13E95" w:rsidR="00724D3C" w:rsidRPr="00950A0B" w:rsidRDefault="00724D3C" w:rsidP="00724D3C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950A0B">
              <w:rPr>
                <w:rFonts w:ascii="Poppins" w:hAnsi="Poppins" w:cs="Poppins"/>
                <w:bCs/>
                <w:sz w:val="20"/>
              </w:rPr>
              <w:t>Pannello conforme CAM (Criteri Ambientali Minimi).</w:t>
            </w:r>
          </w:p>
          <w:p w14:paraId="75F48A4D" w14:textId="77777777" w:rsidR="00724D3C" w:rsidRPr="0006784D" w:rsidRDefault="00724D3C" w:rsidP="00724D3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9E98E3B" w14:textId="5CE8688F" w:rsidR="00724D3C" w:rsidRPr="00950A0B" w:rsidRDefault="00724D3C" w:rsidP="00797AE4">
            <w:pPr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Marca Emmeti – </w:t>
            </w:r>
            <w:proofErr w:type="spellStart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Modello</w:t>
            </w:r>
            <w:proofErr w:type="spellEnd"/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proofErr w:type="spellStart"/>
            <w:r w:rsidR="00797AE4" w:rsidRPr="00797AE4">
              <w:rPr>
                <w:rFonts w:ascii="Poppins" w:hAnsi="Poppins" w:cs="Poppins"/>
                <w:b/>
                <w:sz w:val="20"/>
                <w:lang w:val="pt-BR"/>
              </w:rPr>
              <w:t>Pannello</w:t>
            </w:r>
            <w:proofErr w:type="spellEnd"/>
            <w:r w:rsidR="00797AE4" w:rsidRPr="00797AE4">
              <w:rPr>
                <w:rFonts w:ascii="Poppins" w:hAnsi="Poppins" w:cs="Poppins"/>
                <w:b/>
                <w:sz w:val="20"/>
                <w:lang w:val="pt-BR"/>
              </w:rPr>
              <w:t xml:space="preserve"> isolante Standard </w:t>
            </w:r>
            <w:proofErr w:type="spellStart"/>
            <w:r w:rsidR="00797AE4" w:rsidRPr="00797AE4">
              <w:rPr>
                <w:rFonts w:ascii="Poppins" w:hAnsi="Poppins" w:cs="Poppins"/>
                <w:b/>
                <w:sz w:val="20"/>
                <w:lang w:val="pt-BR"/>
              </w:rPr>
              <w:t>Floor</w:t>
            </w:r>
            <w:proofErr w:type="spellEnd"/>
            <w:r w:rsidR="00797AE4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797AE4" w:rsidRPr="00797AE4">
              <w:rPr>
                <w:rFonts w:ascii="Poppins" w:hAnsi="Poppins" w:cs="Poppins"/>
                <w:b/>
                <w:sz w:val="20"/>
                <w:lang w:val="pt-BR"/>
              </w:rPr>
              <w:t>H60 CAM</w:t>
            </w:r>
            <w:r w:rsidR="00797AE4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797AE4" w:rsidRPr="00797AE4">
              <w:rPr>
                <w:rFonts w:ascii="Poppins" w:hAnsi="Poppins" w:cs="Poppins"/>
                <w:b/>
                <w:sz w:val="20"/>
                <w:lang w:val="pt-BR"/>
              </w:rPr>
              <w:t>(Conf. 3,96 m2)</w:t>
            </w:r>
            <w:r w:rsidR="00797AE4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950A0B">
              <w:rPr>
                <w:rFonts w:ascii="Poppins" w:hAnsi="Poppins" w:cs="Poppins"/>
                <w:b/>
                <w:sz w:val="20"/>
                <w:lang w:val="pt-BR"/>
              </w:rPr>
              <w:t>o equivalente.</w:t>
            </w:r>
          </w:p>
        </w:tc>
      </w:tr>
      <w:tr w:rsidR="009828F1" w:rsidRPr="00F4606B" w14:paraId="7738B23F" w14:textId="77777777" w:rsidTr="00FD02BC">
        <w:tc>
          <w:tcPr>
            <w:tcW w:w="1311" w:type="dxa"/>
          </w:tcPr>
          <w:p w14:paraId="72F3C83B" w14:textId="6C6D9522" w:rsidR="009828F1" w:rsidRPr="0006784D" w:rsidRDefault="009828F1" w:rsidP="009828F1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28107002</w:t>
            </w:r>
          </w:p>
        </w:tc>
        <w:tc>
          <w:tcPr>
            <w:tcW w:w="2086" w:type="dxa"/>
          </w:tcPr>
          <w:p w14:paraId="50701B06" w14:textId="77777777" w:rsidR="009828F1" w:rsidRPr="00844912" w:rsidRDefault="009828F1" w:rsidP="009828F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1BD06F1A" w14:textId="77C99ED3" w:rsidR="009828F1" w:rsidRPr="0006784D" w:rsidRDefault="009828F1" w:rsidP="009828F1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101" w:type="dxa"/>
          </w:tcPr>
          <w:p w14:paraId="6370CFCD" w14:textId="77777777" w:rsidR="009828F1" w:rsidRPr="00844912" w:rsidRDefault="009828F1" w:rsidP="00EA200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79E0E959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4650187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1F87E2B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650D2790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4B3A78A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B2F2603" w14:textId="77777777" w:rsidR="009828F1" w:rsidRPr="00844912" w:rsidRDefault="009828F1" w:rsidP="00EA200D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AD20281" w14:textId="77777777" w:rsidR="009828F1" w:rsidRPr="00844912" w:rsidRDefault="009828F1" w:rsidP="00EA200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5B6D84C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2948F62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84D9026" w14:textId="77777777" w:rsidR="009828F1" w:rsidRPr="00844912" w:rsidRDefault="009828F1" w:rsidP="00EA200D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29FCAB6" w14:textId="77777777" w:rsidR="009828F1" w:rsidRPr="00844912" w:rsidRDefault="009828F1" w:rsidP="00EA200D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73077D8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9725722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2859FFF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B57E203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58667E7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04CE875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17E7452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0B4140E4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6163172F" w14:textId="77777777" w:rsidR="009828F1" w:rsidRPr="00844912" w:rsidRDefault="009828F1" w:rsidP="00EA200D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Applicazioni: impianti termici / sanitari</w:t>
            </w:r>
          </w:p>
          <w:p w14:paraId="317D544C" w14:textId="77777777" w:rsidR="009828F1" w:rsidRPr="00844912" w:rsidRDefault="009828F1" w:rsidP="00EA200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FEC0D5" w14:textId="1AFC5535" w:rsidR="009828F1" w:rsidRPr="0006784D" w:rsidRDefault="009828F1" w:rsidP="00EA200D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</w:t>
            </w:r>
            <w:r w:rsidR="00EA200D">
              <w:rPr>
                <w:rFonts w:ascii="Poppins" w:hAnsi="Poppins" w:cs="Poppins"/>
                <w:b/>
                <w:sz w:val="20"/>
              </w:rPr>
              <w:t>l</w:t>
            </w:r>
            <w:r w:rsidRPr="00844912">
              <w:rPr>
                <w:rFonts w:ascii="Poppins" w:hAnsi="Poppins" w:cs="Poppins"/>
                <w:b/>
                <w:sz w:val="20"/>
              </w:rPr>
              <w:t>unghezza rotolo 100 m o equivalente.</w:t>
            </w:r>
          </w:p>
        </w:tc>
      </w:tr>
      <w:tr w:rsidR="009828F1" w:rsidRPr="00F4606B" w14:paraId="1F73FE6C" w14:textId="77777777" w:rsidTr="00FD02BC">
        <w:tc>
          <w:tcPr>
            <w:tcW w:w="1311" w:type="dxa"/>
          </w:tcPr>
          <w:p w14:paraId="551B24D4" w14:textId="4E818253" w:rsidR="009828F1" w:rsidRPr="0006784D" w:rsidRDefault="009828F1" w:rsidP="009828F1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28107000</w:t>
            </w:r>
          </w:p>
        </w:tc>
        <w:tc>
          <w:tcPr>
            <w:tcW w:w="2086" w:type="dxa"/>
          </w:tcPr>
          <w:p w14:paraId="70F30F30" w14:textId="77777777" w:rsidR="009828F1" w:rsidRPr="00844912" w:rsidRDefault="009828F1" w:rsidP="009828F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0D60C24B" w14:textId="379A901C" w:rsidR="009828F1" w:rsidRPr="0006784D" w:rsidRDefault="009828F1" w:rsidP="009828F1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101" w:type="dxa"/>
          </w:tcPr>
          <w:p w14:paraId="2CCE6F78" w14:textId="77777777" w:rsidR="009828F1" w:rsidRPr="00844912" w:rsidRDefault="009828F1" w:rsidP="009828F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06972524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F7881AF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D140BD5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516F4ED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CBED607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025B1A6" w14:textId="77777777" w:rsidR="009828F1" w:rsidRPr="00844912" w:rsidRDefault="009828F1" w:rsidP="009828F1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11CDE62" w14:textId="77777777" w:rsidR="009828F1" w:rsidRPr="00844912" w:rsidRDefault="009828F1" w:rsidP="009828F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B8C2E78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BDF7568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6A7D906" w14:textId="77777777" w:rsidR="009828F1" w:rsidRPr="00844912" w:rsidRDefault="009828F1" w:rsidP="009828F1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03D5E2B" w14:textId="77777777" w:rsidR="009828F1" w:rsidRPr="00844912" w:rsidRDefault="009828F1" w:rsidP="009828F1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D529127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39776FB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4BC7817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D57DC55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EAC5169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3BC339D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614DB49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792D63C5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5D597E1E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4D4820FC" w14:textId="77777777" w:rsidR="009828F1" w:rsidRPr="00844912" w:rsidRDefault="009828F1" w:rsidP="009828F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12EF53" w14:textId="63264673" w:rsidR="009828F1" w:rsidRPr="0006784D" w:rsidRDefault="009828F1" w:rsidP="009828F1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lunghezza rotolo 200 m o equivalente.</w:t>
            </w:r>
          </w:p>
        </w:tc>
      </w:tr>
      <w:tr w:rsidR="009828F1" w:rsidRPr="00F4606B" w14:paraId="60236ABB" w14:textId="77777777" w:rsidTr="00FD02BC">
        <w:tc>
          <w:tcPr>
            <w:tcW w:w="1311" w:type="dxa"/>
          </w:tcPr>
          <w:p w14:paraId="3FF442B6" w14:textId="4551E360" w:rsidR="009828F1" w:rsidRPr="0006784D" w:rsidRDefault="009828F1" w:rsidP="009828F1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28107004</w:t>
            </w:r>
          </w:p>
        </w:tc>
        <w:tc>
          <w:tcPr>
            <w:tcW w:w="2086" w:type="dxa"/>
          </w:tcPr>
          <w:p w14:paraId="3D250D2C" w14:textId="77777777" w:rsidR="009828F1" w:rsidRPr="00844912" w:rsidRDefault="009828F1" w:rsidP="009828F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18B012EA" w14:textId="51771D56" w:rsidR="009828F1" w:rsidRPr="0006784D" w:rsidRDefault="009828F1" w:rsidP="009828F1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101" w:type="dxa"/>
          </w:tcPr>
          <w:p w14:paraId="4FED7F39" w14:textId="77777777" w:rsidR="009828F1" w:rsidRPr="00844912" w:rsidRDefault="009828F1" w:rsidP="009828F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65368539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7A1BB8A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2A48330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4C498B33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C6DF74C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1B4FB4B" w14:textId="77777777" w:rsidR="009828F1" w:rsidRPr="00844912" w:rsidRDefault="009828F1" w:rsidP="009828F1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7196088" w14:textId="77777777" w:rsidR="009828F1" w:rsidRPr="00844912" w:rsidRDefault="009828F1" w:rsidP="009828F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23993E04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8ECD5A0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0CC417A" w14:textId="77777777" w:rsidR="009828F1" w:rsidRPr="00844912" w:rsidRDefault="009828F1" w:rsidP="009828F1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6F8C3CD" w14:textId="77777777" w:rsidR="009828F1" w:rsidRPr="00844912" w:rsidRDefault="009828F1" w:rsidP="009828F1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07C918C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5E88E4A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5A76BF9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2E6070C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DA93E2A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0C28CD4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2A16401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74863CAC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5CD2892B" w14:textId="77777777" w:rsidR="009828F1" w:rsidRPr="00844912" w:rsidRDefault="009828F1" w:rsidP="009828F1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3E52C09" w14:textId="77777777" w:rsidR="009828F1" w:rsidRPr="00844912" w:rsidRDefault="009828F1" w:rsidP="009828F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C712A7" w14:textId="59D720F2" w:rsidR="009828F1" w:rsidRPr="0006784D" w:rsidRDefault="009828F1" w:rsidP="009828F1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lunghezza rotolo 500 m o equivalente.</w:t>
            </w:r>
          </w:p>
        </w:tc>
      </w:tr>
      <w:tr w:rsidR="00372E1C" w:rsidRPr="00170AD8" w14:paraId="24B14106" w14:textId="77777777" w:rsidTr="00FD02BC">
        <w:tc>
          <w:tcPr>
            <w:tcW w:w="1311" w:type="dxa"/>
          </w:tcPr>
          <w:p w14:paraId="0EF574A6" w14:textId="40602C8D" w:rsidR="00372E1C" w:rsidRPr="0006784D" w:rsidRDefault="00372E1C" w:rsidP="00372E1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54</w:t>
            </w:r>
          </w:p>
        </w:tc>
        <w:tc>
          <w:tcPr>
            <w:tcW w:w="2086" w:type="dxa"/>
          </w:tcPr>
          <w:p w14:paraId="5F3DEE4A" w14:textId="77777777" w:rsidR="00372E1C" w:rsidRPr="00AB2EC2" w:rsidRDefault="00372E1C" w:rsidP="00372E1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7988AB6A" w14:textId="65EB69F1" w:rsidR="00372E1C" w:rsidRPr="0006784D" w:rsidRDefault="00372E1C" w:rsidP="00372E1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L=240 m</w:t>
            </w:r>
          </w:p>
        </w:tc>
        <w:tc>
          <w:tcPr>
            <w:tcW w:w="6101" w:type="dxa"/>
          </w:tcPr>
          <w:p w14:paraId="6D59926C" w14:textId="77777777" w:rsidR="00372E1C" w:rsidRPr="00C01A2B" w:rsidRDefault="00372E1C" w:rsidP="00372E1C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20533DEF" w14:textId="77777777" w:rsidR="00372E1C" w:rsidRPr="00C01A2B" w:rsidRDefault="00372E1C" w:rsidP="00372E1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7BC7AD" w14:textId="77777777" w:rsidR="00372E1C" w:rsidRPr="00C01A2B" w:rsidRDefault="00372E1C" w:rsidP="00372E1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A80720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482610D8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77610D7A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614EE772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2B11F06F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6A419B01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71E4568B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5FD902E3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2350A9FD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68961B7C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61A95650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86114FA" w14:textId="77777777" w:rsidR="00372E1C" w:rsidRPr="00AB2EC2" w:rsidRDefault="00372E1C" w:rsidP="00372E1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24FAAC" w14:textId="7F6E9375" w:rsidR="00372E1C" w:rsidRPr="0006784D" w:rsidRDefault="00372E1C" w:rsidP="00372E1C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>x2, lunghezza rotolo 240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72E1C" w:rsidRPr="00170AD8" w14:paraId="53379122" w14:textId="77777777" w:rsidTr="00FD02BC">
        <w:tc>
          <w:tcPr>
            <w:tcW w:w="1311" w:type="dxa"/>
          </w:tcPr>
          <w:p w14:paraId="106B804F" w14:textId="5A186C77" w:rsidR="00372E1C" w:rsidRPr="00AB2EC2" w:rsidRDefault="00372E1C" w:rsidP="00372E1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56</w:t>
            </w:r>
          </w:p>
        </w:tc>
        <w:tc>
          <w:tcPr>
            <w:tcW w:w="2086" w:type="dxa"/>
          </w:tcPr>
          <w:p w14:paraId="5B8B098C" w14:textId="77777777" w:rsidR="00372E1C" w:rsidRPr="00AB2EC2" w:rsidRDefault="00372E1C" w:rsidP="00372E1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07261531" w14:textId="7FFA236F" w:rsidR="00372E1C" w:rsidRPr="00AB2EC2" w:rsidRDefault="00372E1C" w:rsidP="00372E1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217AA735" w14:textId="77777777" w:rsidR="00372E1C" w:rsidRPr="00C01A2B" w:rsidRDefault="00372E1C" w:rsidP="00372E1C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796D4E74" w14:textId="77777777" w:rsidR="00372E1C" w:rsidRPr="00C01A2B" w:rsidRDefault="00372E1C" w:rsidP="00372E1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67ACCD" w14:textId="77777777" w:rsidR="00372E1C" w:rsidRPr="00C01A2B" w:rsidRDefault="00372E1C" w:rsidP="00372E1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15D2DA2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5EAC6EC0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18219FDB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5CFE61CF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25FB2675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2EFF0B54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09627188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20AA23FB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3A332927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57BE9642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45973AB1" w14:textId="77777777" w:rsidR="00372E1C" w:rsidRPr="00C01A2B" w:rsidRDefault="00372E1C" w:rsidP="00372E1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55B37489" w14:textId="77777777" w:rsidR="00372E1C" w:rsidRPr="00AB2EC2" w:rsidRDefault="00372E1C" w:rsidP="00372E1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07BF02" w14:textId="608A9C9C" w:rsidR="00372E1C" w:rsidRPr="00C01A2B" w:rsidRDefault="00372E1C" w:rsidP="00372E1C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A7C03" w:rsidRPr="00170AD8" w14:paraId="04860EC8" w14:textId="77777777" w:rsidTr="00FD02BC">
        <w:tc>
          <w:tcPr>
            <w:tcW w:w="1311" w:type="dxa"/>
          </w:tcPr>
          <w:p w14:paraId="17DB7F31" w14:textId="797A6CA7" w:rsidR="00EA7C03" w:rsidRPr="0006784D" w:rsidRDefault="00EA7C03" w:rsidP="00EA7C0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4470</w:t>
            </w:r>
          </w:p>
        </w:tc>
        <w:tc>
          <w:tcPr>
            <w:tcW w:w="2086" w:type="dxa"/>
          </w:tcPr>
          <w:p w14:paraId="7366FAA3" w14:textId="77777777" w:rsidR="00EA7C03" w:rsidRPr="00AB2EC2" w:rsidRDefault="00EA7C03" w:rsidP="00EA7C0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5AAB3039" w14:textId="50AA281D" w:rsidR="00EA7C03" w:rsidRPr="0006784D" w:rsidRDefault="00EA7C03" w:rsidP="00EA7C0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L=240 m</w:t>
            </w:r>
          </w:p>
        </w:tc>
        <w:tc>
          <w:tcPr>
            <w:tcW w:w="6101" w:type="dxa"/>
          </w:tcPr>
          <w:p w14:paraId="4C9CB2E4" w14:textId="77777777" w:rsidR="00EA7C03" w:rsidRPr="00CA6A43" w:rsidRDefault="00EA7C03" w:rsidP="00EA7C03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3287A1A1" w14:textId="77777777" w:rsidR="00EA7C03" w:rsidRPr="00CA6A43" w:rsidRDefault="00EA7C03" w:rsidP="00EA7C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8507E4C" w14:textId="77777777" w:rsidR="00EA7C03" w:rsidRPr="00CA6A43" w:rsidRDefault="00EA7C03" w:rsidP="00EA7C0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309F729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105BB9A9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29EE531A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36F6C398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33BA6C12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11D0BDD1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100EB526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1F482B74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2EB7C0E8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5A704DDC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>Contenuto d’acqua: 0.133 l/m</w:t>
            </w:r>
          </w:p>
          <w:p w14:paraId="2167D900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27FC93F1" w14:textId="77777777" w:rsidR="00EA7C03" w:rsidRPr="00CA6A43" w:rsidRDefault="00EA7C03" w:rsidP="00EA7C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65E819" w14:textId="1FC44E35" w:rsidR="00EA7C03" w:rsidRPr="0006784D" w:rsidRDefault="00EA7C03" w:rsidP="00EA7C03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b/>
                <w:sz w:val="20"/>
              </w:rPr>
              <w:t xml:space="preserve">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A7C03" w:rsidRPr="00170AD8" w14:paraId="4DBF70D0" w14:textId="77777777" w:rsidTr="00FD02BC">
        <w:tc>
          <w:tcPr>
            <w:tcW w:w="1311" w:type="dxa"/>
          </w:tcPr>
          <w:p w14:paraId="50B08AE9" w14:textId="15E52502" w:rsidR="00EA7C03" w:rsidRPr="0006784D" w:rsidRDefault="00EA7C03" w:rsidP="00EA7C0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4472</w:t>
            </w:r>
          </w:p>
        </w:tc>
        <w:tc>
          <w:tcPr>
            <w:tcW w:w="2086" w:type="dxa"/>
          </w:tcPr>
          <w:p w14:paraId="5869E2A2" w14:textId="77777777" w:rsidR="00EA7C03" w:rsidRPr="00AB2EC2" w:rsidRDefault="00EA7C03" w:rsidP="00EA7C0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1FCDE776" w14:textId="712853CA" w:rsidR="00EA7C03" w:rsidRPr="0006784D" w:rsidRDefault="00EA7C03" w:rsidP="00EA7C0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6EF2E04B" w14:textId="77777777" w:rsidR="00EA7C03" w:rsidRPr="00CA6A43" w:rsidRDefault="00EA7C03" w:rsidP="00EA7C03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76937CDA" w14:textId="77777777" w:rsidR="00EA7C03" w:rsidRPr="00CA6A43" w:rsidRDefault="00EA7C03" w:rsidP="00EA7C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29AEB6" w14:textId="77777777" w:rsidR="00EA7C03" w:rsidRPr="00CA6A43" w:rsidRDefault="00EA7C03" w:rsidP="00EA7C0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12024CE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0930BE84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2E0992F7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4057CC5F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03482CA9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02E60233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4CEF17D9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0B72CEF3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4E79FA6C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3888D947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75043CAD" w14:textId="77777777" w:rsidR="00EA7C03" w:rsidRPr="00CA6A43" w:rsidRDefault="00EA7C03" w:rsidP="00EA7C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E98A86B" w14:textId="77777777" w:rsidR="00EA7C03" w:rsidRPr="00CA6A43" w:rsidRDefault="00EA7C03" w:rsidP="00EA7C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35530A" w14:textId="0181D62F" w:rsidR="00EA7C03" w:rsidRPr="0006784D" w:rsidRDefault="00EA7C03" w:rsidP="00EA7C03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b/>
                <w:sz w:val="20"/>
              </w:rPr>
              <w:t xml:space="preserve">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11349" w:rsidRPr="00170AD8" w14:paraId="5962B9A1" w14:textId="77777777" w:rsidTr="00FD02BC">
        <w:tc>
          <w:tcPr>
            <w:tcW w:w="1311" w:type="dxa"/>
          </w:tcPr>
          <w:p w14:paraId="2AFDD864" w14:textId="642D99C0" w:rsidR="00811349" w:rsidRPr="00AB2EC2" w:rsidRDefault="00811349" w:rsidP="0081134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0836</w:t>
            </w:r>
          </w:p>
        </w:tc>
        <w:tc>
          <w:tcPr>
            <w:tcW w:w="2086" w:type="dxa"/>
          </w:tcPr>
          <w:p w14:paraId="23784A2C" w14:textId="77777777" w:rsidR="00811349" w:rsidRPr="00AB2EC2" w:rsidRDefault="00811349" w:rsidP="0081134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67634493" w14:textId="58C232EE" w:rsidR="00811349" w:rsidRPr="00AB2EC2" w:rsidRDefault="00811349" w:rsidP="0081134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CF88E8B" w14:textId="77777777" w:rsidR="00811349" w:rsidRPr="00CA6A43" w:rsidRDefault="00811349" w:rsidP="00811349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 xml:space="preserve">Tubo </w:t>
            </w:r>
            <w:r>
              <w:rPr>
                <w:rFonts w:ascii="Poppins" w:hAnsi="Poppins" w:cs="Poppins"/>
                <w:sz w:val="20"/>
              </w:rPr>
              <w:t xml:space="preserve">rosso </w:t>
            </w:r>
            <w:r w:rsidRPr="00CA6A43">
              <w:rPr>
                <w:rFonts w:ascii="Poppins" w:hAnsi="Poppins" w:cs="Poppins"/>
                <w:sz w:val="20"/>
              </w:rPr>
              <w:t xml:space="preserve">a 5 strati in PE-RT </w:t>
            </w:r>
            <w:proofErr w:type="spellStart"/>
            <w:r w:rsidRPr="00CA6A43">
              <w:rPr>
                <w:rFonts w:ascii="Poppins" w:hAnsi="Poppins" w:cs="Poppins"/>
                <w:sz w:val="20"/>
              </w:rPr>
              <w:t>Type</w:t>
            </w:r>
            <w:proofErr w:type="spellEnd"/>
            <w:r w:rsidRPr="00CA6A43">
              <w:rPr>
                <w:rFonts w:ascii="Poppins" w:hAnsi="Poppins" w:cs="Poppins"/>
                <w:sz w:val="20"/>
              </w:rPr>
              <w:t xml:space="preserve">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36812DB5" w14:textId="77777777" w:rsidR="00811349" w:rsidRPr="00CA6A43" w:rsidRDefault="00811349" w:rsidP="008113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4C34FF9" w14:textId="77777777" w:rsidR="00811349" w:rsidRPr="00CA6A43" w:rsidRDefault="00811349" w:rsidP="0081134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3DFC76B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5AF2240B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165DA17A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210872E1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>Densità: 941 kg/m3</w:t>
            </w:r>
          </w:p>
          <w:p w14:paraId="5C2BE5FF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1B2353B0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354E3791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14B68B19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3A02F442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1E6147F8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512AD38" w14:textId="77777777" w:rsidR="00811349" w:rsidRPr="00CA6A43" w:rsidRDefault="00811349" w:rsidP="008113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4AA9D8" w14:textId="088BF2B2" w:rsidR="00811349" w:rsidRPr="00CA6A43" w:rsidRDefault="00811349" w:rsidP="00811349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11349" w:rsidRPr="00170AD8" w14:paraId="342E4097" w14:textId="77777777" w:rsidTr="00FD02BC">
        <w:tc>
          <w:tcPr>
            <w:tcW w:w="1311" w:type="dxa"/>
          </w:tcPr>
          <w:p w14:paraId="7DD87143" w14:textId="680E0305" w:rsidR="00811349" w:rsidRPr="00AB2EC2" w:rsidRDefault="00811349" w:rsidP="0081134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0832</w:t>
            </w:r>
          </w:p>
        </w:tc>
        <w:tc>
          <w:tcPr>
            <w:tcW w:w="2086" w:type="dxa"/>
          </w:tcPr>
          <w:p w14:paraId="4173301C" w14:textId="77777777" w:rsidR="00811349" w:rsidRPr="00AB2EC2" w:rsidRDefault="00811349" w:rsidP="0081134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737E02A2" w14:textId="7B097C02" w:rsidR="00811349" w:rsidRPr="00AB2EC2" w:rsidRDefault="00811349" w:rsidP="0081134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6122262" w14:textId="77777777" w:rsidR="00811349" w:rsidRPr="00CA6A43" w:rsidRDefault="00811349" w:rsidP="00811349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</w:t>
            </w:r>
            <w:r>
              <w:rPr>
                <w:rFonts w:ascii="Poppins" w:hAnsi="Poppins" w:cs="Poppins"/>
                <w:sz w:val="20"/>
              </w:rPr>
              <w:t xml:space="preserve"> rosso</w:t>
            </w:r>
            <w:r w:rsidRPr="00CA6A43">
              <w:rPr>
                <w:rFonts w:ascii="Poppins" w:hAnsi="Poppins" w:cs="Poppins"/>
                <w:sz w:val="20"/>
              </w:rPr>
              <w:t xml:space="preserve"> a 5 strati in PE-RT </w:t>
            </w:r>
            <w:proofErr w:type="spellStart"/>
            <w:r w:rsidRPr="00CA6A43">
              <w:rPr>
                <w:rFonts w:ascii="Poppins" w:hAnsi="Poppins" w:cs="Poppins"/>
                <w:sz w:val="20"/>
              </w:rPr>
              <w:t>Type</w:t>
            </w:r>
            <w:proofErr w:type="spellEnd"/>
            <w:r w:rsidRPr="00CA6A43">
              <w:rPr>
                <w:rFonts w:ascii="Poppins" w:hAnsi="Poppins" w:cs="Poppins"/>
                <w:sz w:val="20"/>
              </w:rPr>
              <w:t xml:space="preserve">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00BDBF67" w14:textId="77777777" w:rsidR="00811349" w:rsidRPr="00CA6A43" w:rsidRDefault="00811349" w:rsidP="008113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6495EF" w14:textId="77777777" w:rsidR="00811349" w:rsidRPr="00CA6A43" w:rsidRDefault="00811349" w:rsidP="0081134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FD89830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43534EC7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6E0208A6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5F12B8C5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6C475021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06D9F7C8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73035572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61F1F38B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1A190286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4C829F27" w14:textId="77777777" w:rsidR="00811349" w:rsidRPr="00CA6A43" w:rsidRDefault="00811349" w:rsidP="0081134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4A207827" w14:textId="77777777" w:rsidR="00811349" w:rsidRPr="00CA6A43" w:rsidRDefault="00811349" w:rsidP="008113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4380540" w14:textId="5AAE59F7" w:rsidR="00811349" w:rsidRPr="00CA6A43" w:rsidRDefault="00811349" w:rsidP="00811349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94C5D" w14:paraId="00FF78BE" w14:textId="77777777" w:rsidTr="00FD02BC">
        <w:tc>
          <w:tcPr>
            <w:tcW w:w="1311" w:type="dxa"/>
          </w:tcPr>
          <w:p w14:paraId="6D52C692" w14:textId="5684C74B" w:rsidR="00494C5D" w:rsidRPr="0006784D" w:rsidRDefault="00494C5D" w:rsidP="00494C5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3EDE75A4" w14:textId="77777777" w:rsidR="00494C5D" w:rsidRDefault="00494C5D" w:rsidP="00494C5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4D09153D" w14:textId="7753F5E8" w:rsidR="00494C5D" w:rsidRPr="0006784D" w:rsidRDefault="00494C5D" w:rsidP="00494C5D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0A161B1B" w14:textId="77777777" w:rsidR="00494C5D" w:rsidRDefault="00494C5D" w:rsidP="00494C5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0D1A8FC9" w14:textId="77777777" w:rsidR="00494C5D" w:rsidRPr="00F12594" w:rsidRDefault="00494C5D" w:rsidP="00494C5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0AD59B" w14:textId="77777777" w:rsidR="00494C5D" w:rsidRPr="00F12594" w:rsidRDefault="00494C5D" w:rsidP="00494C5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6DB16F00" w14:textId="77777777" w:rsidR="00494C5D" w:rsidRPr="00F12594" w:rsidRDefault="00494C5D" w:rsidP="00494C5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4AFC4F15" w14:textId="77777777" w:rsidR="00494C5D" w:rsidRPr="00F12594" w:rsidRDefault="00494C5D" w:rsidP="00494C5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2F2359B" w14:textId="4C72AAAD" w:rsidR="00494C5D" w:rsidRPr="0006784D" w:rsidRDefault="00494C5D" w:rsidP="00494C5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94C5D" w14:paraId="470704DA" w14:textId="77777777" w:rsidTr="00FD02BC">
        <w:tc>
          <w:tcPr>
            <w:tcW w:w="1311" w:type="dxa"/>
          </w:tcPr>
          <w:p w14:paraId="63C7C70B" w14:textId="3C924077" w:rsidR="00494C5D" w:rsidRPr="0006784D" w:rsidRDefault="00494C5D" w:rsidP="00494C5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51BFE2DB" w14:textId="77777777" w:rsidR="00494C5D" w:rsidRDefault="00494C5D" w:rsidP="00494C5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6A9A711E" w14:textId="496ECC4A" w:rsidR="00494C5D" w:rsidRPr="0006784D" w:rsidRDefault="00494C5D" w:rsidP="00494C5D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2BF1E5E7" w14:textId="77777777" w:rsidR="00494C5D" w:rsidRDefault="00494C5D" w:rsidP="00494C5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7A0D993E" w14:textId="77777777" w:rsidR="00494C5D" w:rsidRPr="00F12594" w:rsidRDefault="00494C5D" w:rsidP="00494C5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BCE6EA" w14:textId="77777777" w:rsidR="00494C5D" w:rsidRPr="00F12594" w:rsidRDefault="00494C5D" w:rsidP="00494C5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47F3A7E7" w14:textId="77777777" w:rsidR="00494C5D" w:rsidRPr="00F12594" w:rsidRDefault="00494C5D" w:rsidP="00494C5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697D1D5C" w14:textId="77777777" w:rsidR="00494C5D" w:rsidRPr="00F12594" w:rsidRDefault="00494C5D" w:rsidP="00494C5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98FBF7" w14:textId="7FDC4775" w:rsidR="00494C5D" w:rsidRPr="0006784D" w:rsidRDefault="00494C5D" w:rsidP="00494C5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D44CF" w14:paraId="28D73A4B" w14:textId="77777777" w:rsidTr="00FD02BC">
        <w:tc>
          <w:tcPr>
            <w:tcW w:w="1311" w:type="dxa"/>
          </w:tcPr>
          <w:p w14:paraId="7351FC07" w14:textId="4B7455A3" w:rsidR="005D44CF" w:rsidRPr="0006784D" w:rsidRDefault="005D44CF" w:rsidP="005D44C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490628A7" w14:textId="77777777" w:rsidR="005D44CF" w:rsidRPr="00F12594" w:rsidRDefault="005D44CF" w:rsidP="005D44C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1BC445B8" w14:textId="77777777" w:rsidR="005D44CF" w:rsidRPr="0006784D" w:rsidRDefault="005D44CF" w:rsidP="005D44CF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1E1A4FE" w14:textId="77777777" w:rsidR="005D44CF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883757F" w14:textId="77777777" w:rsidR="005D44CF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63F5F14" w14:textId="77777777" w:rsidR="005D44CF" w:rsidRPr="00F12594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2F6939" w14:textId="77777777" w:rsidR="005D44CF" w:rsidRPr="00F73AD4" w:rsidRDefault="005D44CF" w:rsidP="005D44C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DE452DA" w14:textId="77777777" w:rsidR="005D44CF" w:rsidRPr="00F73AD4" w:rsidRDefault="005D44CF" w:rsidP="005D44C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5B4B2FF0" w14:textId="77777777" w:rsidR="005D44CF" w:rsidRPr="00F73AD4" w:rsidRDefault="005D44CF" w:rsidP="005D44C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73AD4">
              <w:rPr>
                <w:rFonts w:ascii="Poppins" w:hAnsi="Poppins" w:cs="Poppins"/>
              </w:rPr>
              <w:t>ph</w:t>
            </w:r>
            <w:proofErr w:type="spellEnd"/>
            <w:r w:rsidRPr="00F73AD4">
              <w:rPr>
                <w:rFonts w:ascii="Poppins" w:hAnsi="Poppins" w:cs="Poppins"/>
              </w:rPr>
              <w:t>: 7 ± 0.5</w:t>
            </w:r>
          </w:p>
          <w:p w14:paraId="6E7AF39C" w14:textId="77777777" w:rsidR="005D44CF" w:rsidRPr="00F73AD4" w:rsidRDefault="005D44CF" w:rsidP="005D44C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7DE09750" w14:textId="77777777" w:rsidR="005D44CF" w:rsidRPr="00F73AD4" w:rsidRDefault="005D44CF" w:rsidP="005D44C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2C19CAC7" w14:textId="77777777" w:rsidR="005D44CF" w:rsidRPr="00F73AD4" w:rsidRDefault="005D44CF" w:rsidP="005D44C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748511BA" w14:textId="77777777" w:rsidR="005D44CF" w:rsidRPr="00F12594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BDAE5F" w14:textId="3005F9D1" w:rsidR="005D44CF" w:rsidRPr="0006784D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5D44CF" w14:paraId="710FA9B5" w14:textId="77777777" w:rsidTr="00FD02BC">
        <w:tc>
          <w:tcPr>
            <w:tcW w:w="1311" w:type="dxa"/>
          </w:tcPr>
          <w:p w14:paraId="63E42988" w14:textId="6C2BDBBC" w:rsidR="005D44CF" w:rsidRPr="0006784D" w:rsidRDefault="005D44CF" w:rsidP="005D44C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6999BC19" w14:textId="77777777" w:rsidR="005D44CF" w:rsidRPr="00F12594" w:rsidRDefault="005D44CF" w:rsidP="005D44C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615E887D" w14:textId="77777777" w:rsidR="005D44CF" w:rsidRPr="0006784D" w:rsidRDefault="005D44CF" w:rsidP="005D44CF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5AC735F" w14:textId="77777777" w:rsidR="005D44CF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13D2D09E" w14:textId="77777777" w:rsidR="005D44CF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1999ED5B" w14:textId="77777777" w:rsidR="005D44CF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1337920" w14:textId="77777777" w:rsidR="005D44CF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BA9BE3" w14:textId="77777777" w:rsidR="005D44CF" w:rsidRPr="00F85508" w:rsidRDefault="005D44CF" w:rsidP="005D44C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7FB3673" w14:textId="77777777" w:rsidR="005D44CF" w:rsidRPr="00F85508" w:rsidRDefault="005D44CF" w:rsidP="005D44CF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4B648B4E" w14:textId="77777777" w:rsidR="005D44CF" w:rsidRPr="00F85508" w:rsidRDefault="005D44CF" w:rsidP="005D44CF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85508">
              <w:rPr>
                <w:rFonts w:ascii="Poppins" w:hAnsi="Poppins" w:cs="Poppins"/>
              </w:rPr>
              <w:t>ph</w:t>
            </w:r>
            <w:proofErr w:type="spellEnd"/>
            <w:r w:rsidRPr="00F85508">
              <w:rPr>
                <w:rFonts w:ascii="Poppins" w:hAnsi="Poppins" w:cs="Poppins"/>
              </w:rPr>
              <w:t>: 5 ± 0.5</w:t>
            </w:r>
          </w:p>
          <w:p w14:paraId="6B410BA5" w14:textId="77777777" w:rsidR="005D44CF" w:rsidRPr="00F85508" w:rsidRDefault="005D44CF" w:rsidP="005D44CF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3968B0C1" w14:textId="77777777" w:rsidR="005D44CF" w:rsidRPr="00F85508" w:rsidRDefault="005D44CF" w:rsidP="005D44CF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0051A0AD" w14:textId="77777777" w:rsidR="005D44CF" w:rsidRPr="00F85508" w:rsidRDefault="005D44CF" w:rsidP="005D44CF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lastRenderedPageBreak/>
              <w:t>kg/confezione: 5</w:t>
            </w:r>
          </w:p>
          <w:p w14:paraId="568DC80A" w14:textId="77777777" w:rsidR="005D44CF" w:rsidRPr="00F12594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5E632D" w14:textId="18401482" w:rsidR="005D44CF" w:rsidRPr="0006784D" w:rsidRDefault="005D44CF" w:rsidP="005D44C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D44CF" w14:paraId="5816349E" w14:textId="77777777" w:rsidTr="00FD02BC">
        <w:tc>
          <w:tcPr>
            <w:tcW w:w="1311" w:type="dxa"/>
          </w:tcPr>
          <w:p w14:paraId="00EE8855" w14:textId="03780148" w:rsidR="005D44CF" w:rsidRPr="0006784D" w:rsidRDefault="005D44CF" w:rsidP="005D44C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02706862</w:t>
            </w:r>
          </w:p>
        </w:tc>
        <w:tc>
          <w:tcPr>
            <w:tcW w:w="2086" w:type="dxa"/>
          </w:tcPr>
          <w:p w14:paraId="7DA1E802" w14:textId="77777777" w:rsidR="005D44CF" w:rsidRPr="00F12594" w:rsidRDefault="005D44CF" w:rsidP="005D44C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076F6F52" w14:textId="474E80FF" w:rsidR="005D44CF" w:rsidRPr="0006784D" w:rsidRDefault="005D44CF" w:rsidP="005D44C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04E60AB3" w14:textId="77777777" w:rsidR="005D44CF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08352835" w14:textId="77777777" w:rsidR="005D44CF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A542F0D" w14:textId="77777777" w:rsidR="005D44CF" w:rsidRPr="00265BF1" w:rsidRDefault="005D44CF" w:rsidP="005D44C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A9DEF9A" w14:textId="77777777" w:rsidR="005D44CF" w:rsidRPr="00265BF1" w:rsidRDefault="005D44CF" w:rsidP="005D44C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67FD8D62" w14:textId="77777777" w:rsidR="005D44CF" w:rsidRPr="00265BF1" w:rsidRDefault="005D44CF" w:rsidP="005D44C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0525C96A" w14:textId="77777777" w:rsidR="005D44CF" w:rsidRPr="00265BF1" w:rsidRDefault="005D44CF" w:rsidP="005D44C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15AC8EB3" w14:textId="77777777" w:rsidR="005D44CF" w:rsidRPr="00265BF1" w:rsidRDefault="005D44CF" w:rsidP="005D44C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17EB1C6E" w14:textId="77777777" w:rsidR="005D44CF" w:rsidRPr="00F12594" w:rsidRDefault="005D44CF" w:rsidP="005D44C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DD4113" w14:textId="31AE72AA" w:rsidR="005D44CF" w:rsidRPr="0006784D" w:rsidRDefault="005D44CF" w:rsidP="005D44C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B38B7" w14:paraId="3015C087" w14:textId="77777777" w:rsidTr="00FD02BC">
        <w:tc>
          <w:tcPr>
            <w:tcW w:w="1311" w:type="dxa"/>
          </w:tcPr>
          <w:p w14:paraId="66ED6C82" w14:textId="59F26FB7" w:rsidR="009B38B7" w:rsidRPr="0006784D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44B49D5E" w14:textId="77777777" w:rsidR="009B38B7" w:rsidRPr="00F12594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6005E97A" w14:textId="77777777" w:rsidR="009B38B7" w:rsidRPr="00F12594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4BF04F3D" w14:textId="77777777" w:rsidR="009B38B7" w:rsidRPr="0006784D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E2B3527" w14:textId="77777777" w:rsidR="009B38B7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4AA2E692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743ADD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14032999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585F88FB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BD7C7B8" w14:textId="6416DA13" w:rsidR="009B38B7" w:rsidRPr="0006784D" w:rsidRDefault="009B38B7" w:rsidP="009B38B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B38B7" w14:paraId="70CBD548" w14:textId="77777777" w:rsidTr="00FD02BC">
        <w:tc>
          <w:tcPr>
            <w:tcW w:w="1311" w:type="dxa"/>
          </w:tcPr>
          <w:p w14:paraId="4D87B6FC" w14:textId="63C3C9CD" w:rsidR="009B38B7" w:rsidRPr="0006784D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69219955" w14:textId="77777777" w:rsidR="009B38B7" w:rsidRPr="00F12594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4904463E" w14:textId="77777777" w:rsidR="009B38B7" w:rsidRPr="00F12594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6279F31C" w14:textId="77777777" w:rsidR="009B38B7" w:rsidRPr="0006784D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720825A2" w14:textId="77777777" w:rsidR="009B38B7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3D98BDF9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BCD8B1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12D1D2F9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169757AD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2249744" w14:textId="470B4AAF" w:rsidR="009B38B7" w:rsidRPr="0006784D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B38B7" w14:paraId="33D22584" w14:textId="77777777" w:rsidTr="00FD02BC">
        <w:tc>
          <w:tcPr>
            <w:tcW w:w="1311" w:type="dxa"/>
          </w:tcPr>
          <w:p w14:paraId="56C2133B" w14:textId="18C233A1" w:rsidR="009B38B7" w:rsidRPr="0006784D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6D4375C9" w14:textId="77777777" w:rsidR="009B38B7" w:rsidRPr="00F12594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500A991A" w14:textId="77777777" w:rsidR="009B38B7" w:rsidRPr="00F12594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0EF57D00" w14:textId="77777777" w:rsidR="009B38B7" w:rsidRPr="0006784D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1DC2304" w14:textId="77777777" w:rsidR="009B38B7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35382174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568202E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46A751AA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1BF4AF24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36B533" w14:textId="14EFBD64" w:rsidR="009B38B7" w:rsidRPr="0006784D" w:rsidRDefault="009B38B7" w:rsidP="009B38B7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B38B7" w14:paraId="2226BD87" w14:textId="77777777" w:rsidTr="00FD02BC">
        <w:tc>
          <w:tcPr>
            <w:tcW w:w="1311" w:type="dxa"/>
          </w:tcPr>
          <w:p w14:paraId="1FF61771" w14:textId="02128759" w:rsidR="009B38B7" w:rsidRPr="0006784D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28130486</w:t>
            </w:r>
          </w:p>
        </w:tc>
        <w:tc>
          <w:tcPr>
            <w:tcW w:w="2086" w:type="dxa"/>
          </w:tcPr>
          <w:p w14:paraId="1BDF15A2" w14:textId="77777777" w:rsidR="009B38B7" w:rsidRPr="00F12594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584DB973" w14:textId="77777777" w:rsidR="009B38B7" w:rsidRPr="00F12594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02769E24" w14:textId="77777777" w:rsidR="009B38B7" w:rsidRPr="0006784D" w:rsidRDefault="009B38B7" w:rsidP="009B38B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C21462C" w14:textId="77777777" w:rsidR="009B38B7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138DD231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C54ADD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25D5C871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15776DD2" w14:textId="77777777" w:rsidR="009B38B7" w:rsidRPr="00F12594" w:rsidRDefault="009B38B7" w:rsidP="009B3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2B81FD" w14:textId="21BCD1CE" w:rsidR="009B38B7" w:rsidRPr="0006784D" w:rsidRDefault="009B38B7" w:rsidP="009B38B7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B518C" w14:paraId="139D869F" w14:textId="77777777" w:rsidTr="00FD02BC">
        <w:tc>
          <w:tcPr>
            <w:tcW w:w="1311" w:type="dxa"/>
          </w:tcPr>
          <w:p w14:paraId="429F645E" w14:textId="3EB7C3C9" w:rsidR="001B518C" w:rsidRPr="00F12594" w:rsidRDefault="001B518C" w:rsidP="001B518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4454</w:t>
            </w:r>
          </w:p>
        </w:tc>
        <w:tc>
          <w:tcPr>
            <w:tcW w:w="2086" w:type="dxa"/>
          </w:tcPr>
          <w:p w14:paraId="41FB4F88" w14:textId="77777777" w:rsidR="001B518C" w:rsidRPr="00C46132" w:rsidRDefault="001B518C" w:rsidP="001B518C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Clip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fissatubo</w:t>
            </w:r>
            <w:proofErr w:type="spellEnd"/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 per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Tacker</w:t>
            </w:r>
            <w:proofErr w:type="spellEnd"/>
          </w:p>
          <w:p w14:paraId="77DA4CD3" w14:textId="6126F390" w:rsidR="001B518C" w:rsidRPr="00991825" w:rsidRDefault="001B518C" w:rsidP="001B518C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>H 4</w:t>
            </w:r>
            <w:r>
              <w:rPr>
                <w:rFonts w:ascii="Poppins" w:hAnsi="Poppins" w:cs="Poppins"/>
                <w:sz w:val="20"/>
                <w:lang w:val="sv-SE"/>
              </w:rPr>
              <w:t>2</w:t>
            </w:r>
          </w:p>
        </w:tc>
        <w:tc>
          <w:tcPr>
            <w:tcW w:w="6101" w:type="dxa"/>
          </w:tcPr>
          <w:p w14:paraId="6CD27D93" w14:textId="77777777" w:rsidR="001B518C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6228593A" w14:textId="77777777" w:rsidR="001B518C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F3E468" w14:textId="77777777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300 pezzi</w:t>
            </w:r>
          </w:p>
          <w:p w14:paraId="678E378E" w14:textId="77777777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H=4</w:t>
            </w:r>
            <w:r>
              <w:rPr>
                <w:rFonts w:ascii="Poppins" w:hAnsi="Poppins" w:cs="Poppins"/>
                <w:sz w:val="20"/>
              </w:rPr>
              <w:t>2</w:t>
            </w:r>
          </w:p>
          <w:p w14:paraId="55F63141" w14:textId="77777777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C24353" w14:textId="60CC6F51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4</w:t>
            </w:r>
            <w:r>
              <w:rPr>
                <w:rFonts w:ascii="Poppins" w:hAnsi="Poppins" w:cs="Poppins"/>
                <w:b/>
                <w:sz w:val="20"/>
              </w:rPr>
              <w:t>2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B518C" w14:paraId="4603AE27" w14:textId="77777777" w:rsidTr="00FD02BC">
        <w:tc>
          <w:tcPr>
            <w:tcW w:w="1311" w:type="dxa"/>
          </w:tcPr>
          <w:p w14:paraId="48C5D80F" w14:textId="68E70A19" w:rsidR="001B518C" w:rsidRPr="00F12594" w:rsidRDefault="001B518C" w:rsidP="001B518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4460</w:t>
            </w:r>
          </w:p>
        </w:tc>
        <w:tc>
          <w:tcPr>
            <w:tcW w:w="2086" w:type="dxa"/>
          </w:tcPr>
          <w:p w14:paraId="4D36F9E8" w14:textId="77777777" w:rsidR="001B518C" w:rsidRPr="00C46132" w:rsidRDefault="001B518C" w:rsidP="001B518C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Clip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fissatubo</w:t>
            </w:r>
            <w:proofErr w:type="spellEnd"/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 per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Tacker</w:t>
            </w:r>
            <w:proofErr w:type="spellEnd"/>
          </w:p>
          <w:p w14:paraId="68FE9D80" w14:textId="511E09D5" w:rsidR="001B518C" w:rsidRPr="00991825" w:rsidRDefault="001B518C" w:rsidP="001B518C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H </w:t>
            </w:r>
            <w:r>
              <w:rPr>
                <w:rFonts w:ascii="Poppins" w:hAnsi="Poppins" w:cs="Poppins"/>
                <w:sz w:val="20"/>
                <w:lang w:val="sv-SE"/>
              </w:rPr>
              <w:t>38</w:t>
            </w:r>
          </w:p>
        </w:tc>
        <w:tc>
          <w:tcPr>
            <w:tcW w:w="6101" w:type="dxa"/>
          </w:tcPr>
          <w:p w14:paraId="3307A112" w14:textId="77777777" w:rsidR="001B518C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46BAF67F" w14:textId="77777777" w:rsidR="001B518C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8F4081" w14:textId="77777777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300 pezzi</w:t>
            </w:r>
          </w:p>
          <w:p w14:paraId="4BAA4A96" w14:textId="77777777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</w:t>
            </w:r>
            <w:r>
              <w:rPr>
                <w:rFonts w:ascii="Poppins" w:hAnsi="Poppins" w:cs="Poppins"/>
                <w:sz w:val="20"/>
              </w:rPr>
              <w:t>38</w:t>
            </w:r>
          </w:p>
          <w:p w14:paraId="5EFC3F65" w14:textId="77777777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ED207A" w14:textId="0E18FCE8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</w:t>
            </w:r>
            <w:r>
              <w:rPr>
                <w:rFonts w:ascii="Poppins" w:hAnsi="Poppins" w:cs="Poppins"/>
                <w:b/>
                <w:sz w:val="20"/>
              </w:rPr>
              <w:t>38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B518C" w14:paraId="3E94EEE7" w14:textId="77777777" w:rsidTr="00FD02BC">
        <w:tc>
          <w:tcPr>
            <w:tcW w:w="1311" w:type="dxa"/>
          </w:tcPr>
          <w:p w14:paraId="2091B9CA" w14:textId="0EAD9BCC" w:rsidR="001B518C" w:rsidRPr="00F12594" w:rsidRDefault="001B518C" w:rsidP="001B518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28130744</w:t>
            </w:r>
          </w:p>
        </w:tc>
        <w:tc>
          <w:tcPr>
            <w:tcW w:w="2086" w:type="dxa"/>
          </w:tcPr>
          <w:p w14:paraId="3FDF2D3F" w14:textId="77777777" w:rsidR="001B518C" w:rsidRPr="00F12594" w:rsidRDefault="001B518C" w:rsidP="001B518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rinforzata per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</w:p>
          <w:p w14:paraId="11914397" w14:textId="6FD7A320" w:rsidR="001B518C" w:rsidRPr="00F12594" w:rsidRDefault="001B518C" w:rsidP="001B518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H 42</w:t>
            </w:r>
          </w:p>
        </w:tc>
        <w:tc>
          <w:tcPr>
            <w:tcW w:w="6101" w:type="dxa"/>
          </w:tcPr>
          <w:p w14:paraId="31971CF0" w14:textId="77777777" w:rsidR="001B518C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 rinforzato,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0D3DFC5B" w14:textId="77777777" w:rsidR="001B518C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06E862" w14:textId="77777777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240 pezzi</w:t>
            </w:r>
          </w:p>
          <w:p w14:paraId="0A0DA95C" w14:textId="77777777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H=42</w:t>
            </w:r>
          </w:p>
          <w:p w14:paraId="4926D2E9" w14:textId="77777777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DABD18" w14:textId="71762017" w:rsidR="001B518C" w:rsidRPr="00F12594" w:rsidRDefault="001B518C" w:rsidP="001B518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rinforzato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42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32282" w14:paraId="318E7336" w14:textId="77777777" w:rsidTr="00FD02BC">
        <w:tc>
          <w:tcPr>
            <w:tcW w:w="1311" w:type="dxa"/>
          </w:tcPr>
          <w:p w14:paraId="185C0D26" w14:textId="54CCBF7F" w:rsidR="00C32282" w:rsidRPr="00F12594" w:rsidRDefault="00C32282" w:rsidP="00C3228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28130042</w:t>
            </w:r>
          </w:p>
        </w:tc>
        <w:tc>
          <w:tcPr>
            <w:tcW w:w="2086" w:type="dxa"/>
          </w:tcPr>
          <w:p w14:paraId="1E712D7E" w14:textId="4DDB51DD" w:rsidR="00C32282" w:rsidRPr="00F12594" w:rsidRDefault="00C32282" w:rsidP="00C32282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fissaclips</w:t>
            </w:r>
            <w:proofErr w:type="spellEnd"/>
          </w:p>
        </w:tc>
        <w:tc>
          <w:tcPr>
            <w:tcW w:w="6101" w:type="dxa"/>
          </w:tcPr>
          <w:p w14:paraId="71E0663F" w14:textId="77777777" w:rsidR="00C32282" w:rsidRPr="00F12594" w:rsidRDefault="00C32282" w:rsidP="00C32282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fissaclips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che consente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dalla posizione eretta, senza sforzi</w:t>
            </w:r>
          </w:p>
          <w:p w14:paraId="48BF6C5B" w14:textId="77777777" w:rsidR="00C32282" w:rsidRPr="00F12594" w:rsidRDefault="00C32282" w:rsidP="00C3228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EB0792" w14:textId="72ACC76E" w:rsidR="00C32282" w:rsidRPr="00F12594" w:rsidRDefault="00C32282" w:rsidP="00C3228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fissaclips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80553" w14:paraId="03C71CEC" w14:textId="77777777" w:rsidTr="00FD02BC">
        <w:tc>
          <w:tcPr>
            <w:tcW w:w="1311" w:type="dxa"/>
          </w:tcPr>
          <w:p w14:paraId="43419CC4" w14:textId="0A3B70FC" w:rsidR="00D80553" w:rsidRPr="0006784D" w:rsidRDefault="00D80553" w:rsidP="00D8055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256A1BDC" w14:textId="77777777" w:rsidR="00D80553" w:rsidRPr="00F12594" w:rsidRDefault="00D80553" w:rsidP="00D8055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72BB961E" w14:textId="77777777" w:rsidR="00D80553" w:rsidRPr="00F12594" w:rsidRDefault="00D80553" w:rsidP="00D8055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6A520764" w14:textId="77777777" w:rsidR="00D80553" w:rsidRPr="0006784D" w:rsidRDefault="00D80553" w:rsidP="00D80553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6440082" w14:textId="77777777" w:rsidR="00D80553" w:rsidRDefault="00D80553" w:rsidP="00D805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9D43A9D" w14:textId="77777777" w:rsidR="00D80553" w:rsidRPr="00F12594" w:rsidRDefault="00D80553" w:rsidP="00D805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D98C80" w14:textId="77777777" w:rsidR="00D80553" w:rsidRPr="00F12594" w:rsidRDefault="00D80553" w:rsidP="00D805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7DEFE0E4" w14:textId="77777777" w:rsidR="00D80553" w:rsidRPr="00F12594" w:rsidRDefault="00D80553" w:rsidP="00D805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DCEEEF" w14:textId="76937539" w:rsidR="00D80553" w:rsidRPr="0006784D" w:rsidRDefault="00D80553" w:rsidP="00D805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80553" w14:paraId="126ACDBB" w14:textId="77777777" w:rsidTr="00FD02BC">
        <w:tc>
          <w:tcPr>
            <w:tcW w:w="1311" w:type="dxa"/>
          </w:tcPr>
          <w:p w14:paraId="08AD31E6" w14:textId="663F400C" w:rsidR="00D80553" w:rsidRPr="0006784D" w:rsidRDefault="00D80553" w:rsidP="00D8055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2388E7A0" w14:textId="77777777" w:rsidR="00D80553" w:rsidRPr="00F12594" w:rsidRDefault="00D80553" w:rsidP="00D8055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</w:t>
            </w:r>
          </w:p>
          <w:p w14:paraId="562AA1BE" w14:textId="77777777" w:rsidR="00D80553" w:rsidRPr="00F12594" w:rsidRDefault="00D80553" w:rsidP="00D8055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62E04F2F" w14:textId="77777777" w:rsidR="00D80553" w:rsidRPr="0006784D" w:rsidRDefault="00D80553" w:rsidP="00D80553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A648673" w14:textId="77777777" w:rsidR="00D80553" w:rsidRDefault="00D80553" w:rsidP="00D805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D86BF58" w14:textId="77777777" w:rsidR="00D80553" w:rsidRPr="00F12594" w:rsidRDefault="00D80553" w:rsidP="00D805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677D72" w14:textId="77777777" w:rsidR="00D80553" w:rsidRPr="00F12594" w:rsidRDefault="00D80553" w:rsidP="00D805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3E443629" w14:textId="77777777" w:rsidR="00D80553" w:rsidRPr="00F12594" w:rsidRDefault="00D80553" w:rsidP="00D805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E0C8C30" w14:textId="59DEA221" w:rsidR="00D80553" w:rsidRPr="0006784D" w:rsidRDefault="00D80553" w:rsidP="00D805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0909" w14:paraId="1CD96764" w14:textId="77777777" w:rsidTr="00FD02BC">
        <w:tc>
          <w:tcPr>
            <w:tcW w:w="1311" w:type="dxa"/>
          </w:tcPr>
          <w:p w14:paraId="5B61F5F1" w14:textId="1670BF32" w:rsidR="00CB0909" w:rsidRPr="0006784D" w:rsidRDefault="00CB0909" w:rsidP="00CB090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5824F863" w14:textId="50FEBE92" w:rsidR="00CB0909" w:rsidRPr="0006784D" w:rsidRDefault="00CB0909" w:rsidP="00CB090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0DCAA5B8" w14:textId="77777777" w:rsidR="00CB0909" w:rsidRPr="00F12594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3244445C" w14:textId="77777777" w:rsidR="00CB0909" w:rsidRPr="00F12594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7FFF3FF4" w14:textId="77777777" w:rsidR="00CB0909" w:rsidRPr="00F12594" w:rsidRDefault="00CB0909" w:rsidP="00CB090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D59E601" w14:textId="7E457F3B" w:rsidR="00CB0909" w:rsidRPr="0006784D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45D3F" w14:paraId="2976E15D" w14:textId="77777777" w:rsidTr="00FD02BC">
        <w:tc>
          <w:tcPr>
            <w:tcW w:w="1311" w:type="dxa"/>
          </w:tcPr>
          <w:p w14:paraId="5514DBD0" w14:textId="09DCA199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703016DD" w14:textId="77777777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7FEA0388" w14:textId="77777777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4F96844C" w14:textId="77777777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5C5E363E" w14:textId="77777777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1C41A051" w14:textId="77777777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BB2C02C" w14:textId="77777777" w:rsidR="00345D3F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38317D3" w14:textId="77777777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35CA33" w14:textId="77777777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759AEA7B" w14:textId="77777777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5322565C" w14:textId="77777777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6757F3FE" w14:textId="77777777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B01088" w14:textId="343838AE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45D3F" w14:paraId="1FFCDD9F" w14:textId="77777777" w:rsidTr="00FD02BC">
        <w:tc>
          <w:tcPr>
            <w:tcW w:w="1311" w:type="dxa"/>
          </w:tcPr>
          <w:p w14:paraId="1AAA4CF4" w14:textId="09A04C9B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65A77DCB" w14:textId="77777777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6591CA62" w14:textId="77777777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250DF230" w14:textId="77777777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2310D416" w14:textId="77777777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57A50FC1" w14:textId="77777777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1256E36B" w14:textId="77777777" w:rsidR="00345D3F" w:rsidRPr="00F12594" w:rsidRDefault="00345D3F" w:rsidP="00345D3F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D97B42A" w14:textId="77777777" w:rsidR="00345D3F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FE76E47" w14:textId="77777777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7E440E" w14:textId="77777777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530591A5" w14:textId="77777777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17B14880" w14:textId="77777777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07371D03" w14:textId="77777777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5F2AE2" w14:textId="6860ACA4" w:rsidR="00345D3F" w:rsidRPr="00F12594" w:rsidRDefault="00345D3F" w:rsidP="00345D3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44F9D" w14:paraId="24F6CFF0" w14:textId="77777777" w:rsidTr="00FD02BC">
        <w:tc>
          <w:tcPr>
            <w:tcW w:w="1311" w:type="dxa"/>
          </w:tcPr>
          <w:p w14:paraId="435B0704" w14:textId="6769551B" w:rsidR="00A44F9D" w:rsidRPr="0006784D" w:rsidRDefault="00A44F9D" w:rsidP="00A44F9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16290C3B" w14:textId="58673EAA" w:rsidR="00A44F9D" w:rsidRPr="0006784D" w:rsidRDefault="00A44F9D" w:rsidP="00A44F9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1079033E" w14:textId="77777777" w:rsidR="00A44F9D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D7E1F91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8DC070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6B1C5C74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3A13D131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254D12CE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18D71FB0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A9D256" w14:textId="0FE754EB" w:rsidR="00A44F9D" w:rsidRPr="0006784D" w:rsidRDefault="00A44F9D" w:rsidP="00A44F9D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44F9D" w14:paraId="30306AB4" w14:textId="77777777" w:rsidTr="00FD02BC">
        <w:tc>
          <w:tcPr>
            <w:tcW w:w="1311" w:type="dxa"/>
          </w:tcPr>
          <w:p w14:paraId="2FB6312B" w14:textId="0AD9624A" w:rsidR="00A44F9D" w:rsidRPr="0006784D" w:rsidRDefault="00A44F9D" w:rsidP="00A44F9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7B890546" w14:textId="1DA5ADDC" w:rsidR="00A44F9D" w:rsidRPr="0006784D" w:rsidRDefault="00A44F9D" w:rsidP="00A44F9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6F139581" w14:textId="77777777" w:rsidR="00A44F9D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5D5B77B6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190C7915" w14:textId="77777777" w:rsidR="00A44F9D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0E8DC6B1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0C2048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1C3F5BE6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45B55634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58B8E5F3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DB3295" w14:textId="485A8C0B" w:rsidR="00A44F9D" w:rsidRPr="0006784D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44F9D" w14:paraId="35708BAE" w14:textId="77777777" w:rsidTr="00FD02BC">
        <w:tc>
          <w:tcPr>
            <w:tcW w:w="1311" w:type="dxa"/>
          </w:tcPr>
          <w:p w14:paraId="4C7A3682" w14:textId="34DE39F9" w:rsidR="00A44F9D" w:rsidRPr="0006784D" w:rsidRDefault="00A44F9D" w:rsidP="00A44F9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0789FF22" w14:textId="064E6D1B" w:rsidR="00A44F9D" w:rsidRPr="0006784D" w:rsidRDefault="00A44F9D" w:rsidP="00A44F9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1B348771" w14:textId="77777777" w:rsidR="00A44F9D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93CBD56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386A6D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2157BDCD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8708FB" w14:textId="3E193205" w:rsidR="00A44F9D" w:rsidRPr="0006784D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44F9D" w14:paraId="0623727F" w14:textId="77777777" w:rsidTr="00FD02BC">
        <w:tc>
          <w:tcPr>
            <w:tcW w:w="1311" w:type="dxa"/>
          </w:tcPr>
          <w:p w14:paraId="39AB6DD9" w14:textId="1F02E43F" w:rsidR="00A44F9D" w:rsidRPr="0006784D" w:rsidRDefault="00A44F9D" w:rsidP="00A44F9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00A1FD4B" w14:textId="55E29941" w:rsidR="00A44F9D" w:rsidRPr="0006784D" w:rsidRDefault="00A44F9D" w:rsidP="00A44F9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2EFDBFE8" w14:textId="77777777" w:rsidR="00A44F9D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57B7F894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C822AD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63E729AD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D8C9B02" w14:textId="3636C217" w:rsidR="00A44F9D" w:rsidRPr="0006784D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44F9D" w14:paraId="3D123EFB" w14:textId="77777777" w:rsidTr="00FD02BC">
        <w:tc>
          <w:tcPr>
            <w:tcW w:w="1311" w:type="dxa"/>
          </w:tcPr>
          <w:p w14:paraId="18EC32A7" w14:textId="180FF75F" w:rsidR="00A44F9D" w:rsidRPr="0006784D" w:rsidRDefault="00A44F9D" w:rsidP="00A44F9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385FF335" w14:textId="6DE5D4B6" w:rsidR="00A44F9D" w:rsidRPr="0006784D" w:rsidRDefault="00A44F9D" w:rsidP="00A44F9D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</w:p>
        </w:tc>
        <w:tc>
          <w:tcPr>
            <w:tcW w:w="6101" w:type="dxa"/>
          </w:tcPr>
          <w:p w14:paraId="16553AB2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completamente smontabile per tubazioni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>,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e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per rotoli fino a 600 m.</w:t>
            </w:r>
          </w:p>
          <w:p w14:paraId="5EB96AB8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0A400D8F" w14:textId="77777777" w:rsidR="00A44F9D" w:rsidRPr="00F12594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1DDF74" w14:textId="5654CBF6" w:rsidR="00A44F9D" w:rsidRPr="0006784D" w:rsidRDefault="00A44F9D" w:rsidP="00A44F9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0909" w14:paraId="3F3EE658" w14:textId="77777777" w:rsidTr="00FD02BC">
        <w:tc>
          <w:tcPr>
            <w:tcW w:w="1311" w:type="dxa"/>
          </w:tcPr>
          <w:p w14:paraId="0357A7F0" w14:textId="6F775720" w:rsidR="00CB0909" w:rsidRPr="00F12594" w:rsidRDefault="00CB0909" w:rsidP="00CB090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505661BB" w14:textId="77777777" w:rsidR="00CB0909" w:rsidRDefault="00CB0909" w:rsidP="00CB090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54D24747" w14:textId="1CF02D8F" w:rsidR="00CB0909" w:rsidRPr="00F12594" w:rsidRDefault="00CB0909" w:rsidP="00CB090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45108CA2" w14:textId="77777777" w:rsidR="00CB0909" w:rsidRPr="00515EE8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26EFF9D8" w14:textId="77777777" w:rsidR="00CB0909" w:rsidRPr="00515EE8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5F50A8E3" w14:textId="77777777" w:rsidR="00CB0909" w:rsidRPr="00515EE8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6BE901" w14:textId="77777777" w:rsidR="00CB0909" w:rsidRPr="00515EE8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2AD68B5B" w14:textId="77777777" w:rsidR="00CB0909" w:rsidRPr="00515EE8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2054543" w14:textId="03ACDA2F" w:rsidR="00CB0909" w:rsidRPr="00F12594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CB0909" w14:paraId="31FA4F83" w14:textId="77777777" w:rsidTr="00FD02BC">
        <w:tc>
          <w:tcPr>
            <w:tcW w:w="1311" w:type="dxa"/>
          </w:tcPr>
          <w:p w14:paraId="7B216788" w14:textId="193AF26D" w:rsidR="00CB0909" w:rsidRPr="00F12594" w:rsidRDefault="00CB0909" w:rsidP="00CB090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0572FFAA" w14:textId="77777777" w:rsidR="00CB0909" w:rsidRDefault="00CB0909" w:rsidP="00CB090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4B8DCF28" w14:textId="27C6DBD9" w:rsidR="00CB0909" w:rsidRPr="00F12594" w:rsidRDefault="00CB0909" w:rsidP="00CB090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lastRenderedPageBreak/>
              <w:t>Ø8–25</w:t>
            </w:r>
          </w:p>
        </w:tc>
        <w:tc>
          <w:tcPr>
            <w:tcW w:w="6101" w:type="dxa"/>
          </w:tcPr>
          <w:p w14:paraId="12ECEB6D" w14:textId="77777777" w:rsidR="00CB0909" w:rsidRPr="00515EE8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lastRenderedPageBreak/>
              <w:t>Lama di ricambio per cesoia.</w:t>
            </w:r>
          </w:p>
          <w:p w14:paraId="2610750A" w14:textId="77777777" w:rsidR="00CB0909" w:rsidRPr="00515EE8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510A06" w14:textId="6066BC33" w:rsidR="00CB0909" w:rsidRPr="00F12594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Lama di ricambio per cesoia Ø8–25 o equivalente.</w:t>
            </w:r>
          </w:p>
        </w:tc>
      </w:tr>
      <w:tr w:rsidR="00CB0909" w14:paraId="184046BB" w14:textId="77777777" w:rsidTr="00FD02BC">
        <w:tc>
          <w:tcPr>
            <w:tcW w:w="1311" w:type="dxa"/>
          </w:tcPr>
          <w:p w14:paraId="0006F4DC" w14:textId="38F3B08F" w:rsidR="00CB0909" w:rsidRPr="0006784D" w:rsidRDefault="00CB0909" w:rsidP="00CB090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25EC4EF3" w14:textId="7C5A1E77" w:rsidR="00CB0909" w:rsidRPr="0006784D" w:rsidRDefault="00CB0909" w:rsidP="00CB090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1796CEE6" w14:textId="77777777" w:rsidR="00CB0909" w:rsidRPr="00F12594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0F8C10D8" w14:textId="77777777" w:rsidR="00CB0909" w:rsidRPr="00F12594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25BFEA" w14:textId="0B6EE64B" w:rsidR="00CB0909" w:rsidRPr="0006784D" w:rsidRDefault="00CB0909" w:rsidP="00CB090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74E63BC9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ACC94" w14:textId="77777777" w:rsidR="00051DA1" w:rsidRDefault="00051DA1">
      <w:r>
        <w:separator/>
      </w:r>
    </w:p>
  </w:endnote>
  <w:endnote w:type="continuationSeparator" w:id="0">
    <w:p w14:paraId="28531D0D" w14:textId="77777777" w:rsidR="00051DA1" w:rsidRDefault="0005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95AD6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2C2C58C" w14:textId="77777777" w:rsidTr="004706FD">
      <w:tc>
        <w:tcPr>
          <w:tcW w:w="4534" w:type="dxa"/>
        </w:tcPr>
        <w:p w14:paraId="304E99B0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06784D">
            <w:rPr>
              <w:rFonts w:ascii="Poppins" w:hAnsi="Poppins" w:cs="Poppins"/>
              <w:iCs/>
              <w:noProof/>
              <w:sz w:val="16"/>
            </w:rPr>
            <w:t>Sistema Standard Floor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526AB586" w14:textId="19699F62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EA200D">
            <w:rPr>
              <w:rFonts w:ascii="Poppins" w:hAnsi="Poppins" w:cs="Poppins"/>
              <w:noProof/>
              <w:sz w:val="14"/>
              <w:szCs w:val="14"/>
            </w:rPr>
            <w:t>17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5216CF7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55FE9A6" wp14:editId="4B9335C8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5A244" w14:textId="77777777" w:rsidR="00051DA1" w:rsidRDefault="00051DA1">
      <w:r>
        <w:separator/>
      </w:r>
    </w:p>
  </w:footnote>
  <w:footnote w:type="continuationSeparator" w:id="0">
    <w:p w14:paraId="38B1964B" w14:textId="77777777" w:rsidR="00051DA1" w:rsidRDefault="00051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AC24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DBB73C3" wp14:editId="7B54F5A0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24C6B5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38BE0BD8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594521">
    <w:abstractNumId w:val="11"/>
  </w:num>
  <w:num w:numId="2" w16cid:durableId="731080651">
    <w:abstractNumId w:val="10"/>
  </w:num>
  <w:num w:numId="3" w16cid:durableId="1621571974">
    <w:abstractNumId w:val="4"/>
  </w:num>
  <w:num w:numId="4" w16cid:durableId="1420175333">
    <w:abstractNumId w:val="3"/>
  </w:num>
  <w:num w:numId="5" w16cid:durableId="2144151940">
    <w:abstractNumId w:val="8"/>
  </w:num>
  <w:num w:numId="6" w16cid:durableId="216672555">
    <w:abstractNumId w:val="7"/>
  </w:num>
  <w:num w:numId="7" w16cid:durableId="461770941">
    <w:abstractNumId w:val="5"/>
  </w:num>
  <w:num w:numId="8" w16cid:durableId="233470959">
    <w:abstractNumId w:val="7"/>
  </w:num>
  <w:num w:numId="9" w16cid:durableId="1400404917">
    <w:abstractNumId w:val="0"/>
  </w:num>
  <w:num w:numId="10" w16cid:durableId="1714961865">
    <w:abstractNumId w:val="7"/>
  </w:num>
  <w:num w:numId="11" w16cid:durableId="143934556">
    <w:abstractNumId w:val="15"/>
  </w:num>
  <w:num w:numId="12" w16cid:durableId="2032022645">
    <w:abstractNumId w:val="18"/>
  </w:num>
  <w:num w:numId="13" w16cid:durableId="1447964135">
    <w:abstractNumId w:val="14"/>
  </w:num>
  <w:num w:numId="14" w16cid:durableId="596522752">
    <w:abstractNumId w:val="6"/>
  </w:num>
  <w:num w:numId="15" w16cid:durableId="806552729">
    <w:abstractNumId w:val="16"/>
  </w:num>
  <w:num w:numId="16" w16cid:durableId="521869056">
    <w:abstractNumId w:val="19"/>
  </w:num>
  <w:num w:numId="17" w16cid:durableId="176816722">
    <w:abstractNumId w:val="20"/>
  </w:num>
  <w:num w:numId="18" w16cid:durableId="755597180">
    <w:abstractNumId w:val="17"/>
  </w:num>
  <w:num w:numId="19" w16cid:durableId="526606470">
    <w:abstractNumId w:val="1"/>
  </w:num>
  <w:num w:numId="20" w16cid:durableId="1242636387">
    <w:abstractNumId w:val="2"/>
  </w:num>
  <w:num w:numId="21" w16cid:durableId="974216708">
    <w:abstractNumId w:val="9"/>
  </w:num>
  <w:num w:numId="22" w16cid:durableId="579603052">
    <w:abstractNumId w:val="21"/>
  </w:num>
  <w:num w:numId="23" w16cid:durableId="891768965">
    <w:abstractNumId w:val="13"/>
  </w:num>
  <w:num w:numId="24" w16cid:durableId="17301510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51DA1"/>
    <w:rsid w:val="0006784D"/>
    <w:rsid w:val="0009136B"/>
    <w:rsid w:val="000A3492"/>
    <w:rsid w:val="000B6932"/>
    <w:rsid w:val="000C52FA"/>
    <w:rsid w:val="000C58B9"/>
    <w:rsid w:val="000D0093"/>
    <w:rsid w:val="000E18FA"/>
    <w:rsid w:val="000F7A52"/>
    <w:rsid w:val="00103A0D"/>
    <w:rsid w:val="00130F9E"/>
    <w:rsid w:val="001441C6"/>
    <w:rsid w:val="001450AB"/>
    <w:rsid w:val="001620E3"/>
    <w:rsid w:val="00171DAE"/>
    <w:rsid w:val="0017687C"/>
    <w:rsid w:val="00195A49"/>
    <w:rsid w:val="001B518C"/>
    <w:rsid w:val="001D365F"/>
    <w:rsid w:val="001D68CA"/>
    <w:rsid w:val="001E6403"/>
    <w:rsid w:val="001F5A28"/>
    <w:rsid w:val="001F782F"/>
    <w:rsid w:val="00215F00"/>
    <w:rsid w:val="0022362A"/>
    <w:rsid w:val="0023000E"/>
    <w:rsid w:val="002346C2"/>
    <w:rsid w:val="002401E8"/>
    <w:rsid w:val="00243E11"/>
    <w:rsid w:val="00264BCF"/>
    <w:rsid w:val="0028448D"/>
    <w:rsid w:val="002862D2"/>
    <w:rsid w:val="002A4B69"/>
    <w:rsid w:val="002B0E7B"/>
    <w:rsid w:val="002B5D63"/>
    <w:rsid w:val="002C0250"/>
    <w:rsid w:val="002F7EEA"/>
    <w:rsid w:val="00304518"/>
    <w:rsid w:val="003333BC"/>
    <w:rsid w:val="00344430"/>
    <w:rsid w:val="00345D3F"/>
    <w:rsid w:val="003524C7"/>
    <w:rsid w:val="00357812"/>
    <w:rsid w:val="00365710"/>
    <w:rsid w:val="00372E1C"/>
    <w:rsid w:val="00372ECE"/>
    <w:rsid w:val="003C2AFF"/>
    <w:rsid w:val="003D4BE3"/>
    <w:rsid w:val="003F49EA"/>
    <w:rsid w:val="003F4FD2"/>
    <w:rsid w:val="004272FC"/>
    <w:rsid w:val="00433C12"/>
    <w:rsid w:val="0044592F"/>
    <w:rsid w:val="00447EFC"/>
    <w:rsid w:val="004706FD"/>
    <w:rsid w:val="00474537"/>
    <w:rsid w:val="00477F1C"/>
    <w:rsid w:val="0048382E"/>
    <w:rsid w:val="00494C5D"/>
    <w:rsid w:val="004A64AF"/>
    <w:rsid w:val="004F1A26"/>
    <w:rsid w:val="005235FA"/>
    <w:rsid w:val="00525BAE"/>
    <w:rsid w:val="00527F9E"/>
    <w:rsid w:val="00530F9B"/>
    <w:rsid w:val="005315F1"/>
    <w:rsid w:val="00536743"/>
    <w:rsid w:val="005501A7"/>
    <w:rsid w:val="00562E55"/>
    <w:rsid w:val="00563594"/>
    <w:rsid w:val="00584984"/>
    <w:rsid w:val="005B6E95"/>
    <w:rsid w:val="005C61B9"/>
    <w:rsid w:val="005D44CF"/>
    <w:rsid w:val="005E1169"/>
    <w:rsid w:val="006015C2"/>
    <w:rsid w:val="006040F5"/>
    <w:rsid w:val="00610639"/>
    <w:rsid w:val="00620C00"/>
    <w:rsid w:val="006400BE"/>
    <w:rsid w:val="00665813"/>
    <w:rsid w:val="006B218C"/>
    <w:rsid w:val="006B29B1"/>
    <w:rsid w:val="006C14CB"/>
    <w:rsid w:val="006D044B"/>
    <w:rsid w:val="006D4FDF"/>
    <w:rsid w:val="006E5C4B"/>
    <w:rsid w:val="006F1812"/>
    <w:rsid w:val="006F6AB3"/>
    <w:rsid w:val="0070302B"/>
    <w:rsid w:val="007104CF"/>
    <w:rsid w:val="00710BB8"/>
    <w:rsid w:val="00724D3C"/>
    <w:rsid w:val="00727388"/>
    <w:rsid w:val="0073789C"/>
    <w:rsid w:val="00742167"/>
    <w:rsid w:val="00745AB1"/>
    <w:rsid w:val="0074712F"/>
    <w:rsid w:val="00757AC7"/>
    <w:rsid w:val="00774432"/>
    <w:rsid w:val="00782096"/>
    <w:rsid w:val="00797AE4"/>
    <w:rsid w:val="007A4C99"/>
    <w:rsid w:val="007B5BA3"/>
    <w:rsid w:val="007C1F00"/>
    <w:rsid w:val="007D2AD7"/>
    <w:rsid w:val="007D5EC7"/>
    <w:rsid w:val="007E6E02"/>
    <w:rsid w:val="007E7665"/>
    <w:rsid w:val="007F363B"/>
    <w:rsid w:val="007F4841"/>
    <w:rsid w:val="007F4D60"/>
    <w:rsid w:val="008014DD"/>
    <w:rsid w:val="0080323F"/>
    <w:rsid w:val="0081108C"/>
    <w:rsid w:val="00811349"/>
    <w:rsid w:val="00830828"/>
    <w:rsid w:val="00842B6D"/>
    <w:rsid w:val="008449ED"/>
    <w:rsid w:val="00844BBC"/>
    <w:rsid w:val="008574C8"/>
    <w:rsid w:val="00867692"/>
    <w:rsid w:val="008804CB"/>
    <w:rsid w:val="0089193B"/>
    <w:rsid w:val="008A2C0A"/>
    <w:rsid w:val="008B15A8"/>
    <w:rsid w:val="008B5587"/>
    <w:rsid w:val="008C2F88"/>
    <w:rsid w:val="00904071"/>
    <w:rsid w:val="009059BB"/>
    <w:rsid w:val="00923354"/>
    <w:rsid w:val="00931A8A"/>
    <w:rsid w:val="00935A43"/>
    <w:rsid w:val="0094047C"/>
    <w:rsid w:val="00942B09"/>
    <w:rsid w:val="00950A0B"/>
    <w:rsid w:val="009666BC"/>
    <w:rsid w:val="00977D65"/>
    <w:rsid w:val="009828F1"/>
    <w:rsid w:val="00987B9C"/>
    <w:rsid w:val="00991825"/>
    <w:rsid w:val="00992282"/>
    <w:rsid w:val="0099452E"/>
    <w:rsid w:val="009A219D"/>
    <w:rsid w:val="009B37F1"/>
    <w:rsid w:val="009B38B7"/>
    <w:rsid w:val="009B4993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57B4"/>
    <w:rsid w:val="00A06A5E"/>
    <w:rsid w:val="00A1311E"/>
    <w:rsid w:val="00A216E2"/>
    <w:rsid w:val="00A44F9D"/>
    <w:rsid w:val="00A62A77"/>
    <w:rsid w:val="00A7044D"/>
    <w:rsid w:val="00A743FF"/>
    <w:rsid w:val="00AC0741"/>
    <w:rsid w:val="00AD05EC"/>
    <w:rsid w:val="00AD1706"/>
    <w:rsid w:val="00AF350C"/>
    <w:rsid w:val="00B02D15"/>
    <w:rsid w:val="00B406A9"/>
    <w:rsid w:val="00B44BA0"/>
    <w:rsid w:val="00B7475F"/>
    <w:rsid w:val="00B91B94"/>
    <w:rsid w:val="00B93CD1"/>
    <w:rsid w:val="00BB0104"/>
    <w:rsid w:val="00BB2A5B"/>
    <w:rsid w:val="00BC791C"/>
    <w:rsid w:val="00BD14D8"/>
    <w:rsid w:val="00BF1E16"/>
    <w:rsid w:val="00C02E1C"/>
    <w:rsid w:val="00C055AD"/>
    <w:rsid w:val="00C203AE"/>
    <w:rsid w:val="00C233C1"/>
    <w:rsid w:val="00C25698"/>
    <w:rsid w:val="00C27DFF"/>
    <w:rsid w:val="00C32282"/>
    <w:rsid w:val="00C36C55"/>
    <w:rsid w:val="00C437EE"/>
    <w:rsid w:val="00C45821"/>
    <w:rsid w:val="00C55FF9"/>
    <w:rsid w:val="00C86331"/>
    <w:rsid w:val="00C93402"/>
    <w:rsid w:val="00C939B1"/>
    <w:rsid w:val="00CB0909"/>
    <w:rsid w:val="00CB1475"/>
    <w:rsid w:val="00CC1AC9"/>
    <w:rsid w:val="00CC31A7"/>
    <w:rsid w:val="00CE7C2F"/>
    <w:rsid w:val="00D020CF"/>
    <w:rsid w:val="00D061A5"/>
    <w:rsid w:val="00D178ED"/>
    <w:rsid w:val="00D17F30"/>
    <w:rsid w:val="00D2119B"/>
    <w:rsid w:val="00D229AF"/>
    <w:rsid w:val="00D26FD9"/>
    <w:rsid w:val="00D440AE"/>
    <w:rsid w:val="00D62BDF"/>
    <w:rsid w:val="00D80553"/>
    <w:rsid w:val="00D832BB"/>
    <w:rsid w:val="00D902A4"/>
    <w:rsid w:val="00DA3646"/>
    <w:rsid w:val="00DA3CF5"/>
    <w:rsid w:val="00DD2E16"/>
    <w:rsid w:val="00DE5C0B"/>
    <w:rsid w:val="00E07577"/>
    <w:rsid w:val="00E17A38"/>
    <w:rsid w:val="00E36693"/>
    <w:rsid w:val="00E36C49"/>
    <w:rsid w:val="00E42389"/>
    <w:rsid w:val="00E5632D"/>
    <w:rsid w:val="00E94BE3"/>
    <w:rsid w:val="00EA01C8"/>
    <w:rsid w:val="00EA200D"/>
    <w:rsid w:val="00EA7C03"/>
    <w:rsid w:val="00EB33B9"/>
    <w:rsid w:val="00EC29FF"/>
    <w:rsid w:val="00ED24CF"/>
    <w:rsid w:val="00EF73E5"/>
    <w:rsid w:val="00F50F65"/>
    <w:rsid w:val="00F53758"/>
    <w:rsid w:val="00F60A08"/>
    <w:rsid w:val="00F96ACA"/>
    <w:rsid w:val="00FB59BD"/>
    <w:rsid w:val="00FD02BC"/>
    <w:rsid w:val="00FD255D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8F3E4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A5BB7-8DE1-4435-AA62-18D642D2E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17</Pages>
  <Words>4022</Words>
  <Characters>21553</Characters>
  <Application>Microsoft Office Word</Application>
  <DocSecurity>0</DocSecurity>
  <Lines>179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25524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27</cp:revision>
  <cp:lastPrinted>2013-11-14T13:48:00Z</cp:lastPrinted>
  <dcterms:created xsi:type="dcterms:W3CDTF">2025-01-15T15:32:00Z</dcterms:created>
  <dcterms:modified xsi:type="dcterms:W3CDTF">2025-01-16T08:51:00Z</dcterms:modified>
</cp:coreProperties>
</file>